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23C" w:rsidRPr="00B160A2" w:rsidRDefault="0059223C" w:rsidP="00430E93">
      <w:pPr>
        <w:shd w:val="clear" w:color="auto" w:fill="FFFFFF"/>
        <w:tabs>
          <w:tab w:val="center" w:pos="7654"/>
          <w:tab w:val="right" w:pos="9921"/>
        </w:tabs>
        <w:ind w:left="5387"/>
      </w:pPr>
      <w:r w:rsidRPr="00B160A2">
        <w:tab/>
        <w:t xml:space="preserve">       Приложение 4</w:t>
      </w:r>
    </w:p>
    <w:p w:rsidR="0059223C" w:rsidRPr="00B160A2" w:rsidRDefault="0059223C" w:rsidP="00E96156">
      <w:pPr>
        <w:shd w:val="clear" w:color="auto" w:fill="FFFFFF"/>
        <w:ind w:firstLine="5220"/>
        <w:jc w:val="right"/>
      </w:pPr>
      <w:r w:rsidRPr="00B160A2">
        <w:t>к муниципальной программе администрации</w:t>
      </w:r>
    </w:p>
    <w:p w:rsidR="0059223C" w:rsidRPr="00B160A2" w:rsidRDefault="0059223C" w:rsidP="00E96156">
      <w:pPr>
        <w:shd w:val="clear" w:color="auto" w:fill="FFFFFF"/>
        <w:jc w:val="right"/>
      </w:pPr>
      <w:r w:rsidRPr="00B160A2">
        <w:t xml:space="preserve">                                                                    Удачинского  сельсовета</w:t>
      </w:r>
    </w:p>
    <w:p w:rsidR="0059223C" w:rsidRPr="00B160A2" w:rsidRDefault="0059223C" w:rsidP="00E96156">
      <w:pPr>
        <w:shd w:val="clear" w:color="auto" w:fill="FFFFFF"/>
        <w:jc w:val="right"/>
      </w:pPr>
    </w:p>
    <w:p w:rsidR="0059223C" w:rsidRPr="00B160A2" w:rsidRDefault="0059223C" w:rsidP="00E96156">
      <w:pPr>
        <w:jc w:val="center"/>
        <w:rPr>
          <w:b/>
          <w:bCs/>
          <w:sz w:val="26"/>
          <w:szCs w:val="26"/>
        </w:rPr>
      </w:pPr>
    </w:p>
    <w:p w:rsidR="0059223C" w:rsidRPr="00B160A2" w:rsidRDefault="0059223C" w:rsidP="00E961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  <w:r w:rsidRPr="00B160A2">
        <w:rPr>
          <w:b/>
          <w:sz w:val="28"/>
          <w:szCs w:val="28"/>
        </w:rPr>
        <w:t>1</w:t>
      </w:r>
    </w:p>
    <w:p w:rsidR="0059223C" w:rsidRPr="00B160A2" w:rsidRDefault="0059223C" w:rsidP="002B2335">
      <w:pPr>
        <w:ind w:left="360"/>
        <w:jc w:val="center"/>
        <w:rPr>
          <w:b/>
          <w:bCs/>
          <w:sz w:val="28"/>
          <w:szCs w:val="28"/>
        </w:rPr>
      </w:pPr>
      <w:r w:rsidRPr="00B160A2">
        <w:rPr>
          <w:b/>
          <w:bCs/>
          <w:sz w:val="32"/>
          <w:szCs w:val="32"/>
        </w:rPr>
        <w:t>«</w:t>
      </w:r>
      <w:r w:rsidRPr="00B160A2">
        <w:rPr>
          <w:b/>
          <w:bCs/>
          <w:sz w:val="28"/>
          <w:szCs w:val="28"/>
        </w:rPr>
        <w:t>Благоустройство территории Удачинского сельсовета»</w:t>
      </w:r>
    </w:p>
    <w:p w:rsidR="0059223C" w:rsidRPr="00B160A2" w:rsidRDefault="0059223C" w:rsidP="00E96156">
      <w:pPr>
        <w:jc w:val="center"/>
        <w:rPr>
          <w:b/>
          <w:bCs/>
          <w:sz w:val="32"/>
          <w:szCs w:val="32"/>
        </w:rPr>
      </w:pPr>
    </w:p>
    <w:p w:rsidR="0059223C" w:rsidRPr="00B160A2" w:rsidRDefault="0059223C" w:rsidP="00A129A9">
      <w:pPr>
        <w:pStyle w:val="s16"/>
        <w:spacing w:before="0" w:beforeAutospacing="0" w:after="0" w:afterAutospacing="0"/>
        <w:jc w:val="center"/>
        <w:rPr>
          <w:b/>
          <w:bCs/>
        </w:rPr>
      </w:pPr>
      <w:r w:rsidRPr="00B160A2">
        <w:rPr>
          <w:b/>
          <w:bCs/>
        </w:rPr>
        <w:t>ПАСПОРТ ПОДПРОГРАММЫ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21"/>
        <w:gridCol w:w="6616"/>
      </w:tblGrid>
      <w:tr w:rsidR="0059223C" w:rsidRPr="00B160A2">
        <w:tc>
          <w:tcPr>
            <w:tcW w:w="3521" w:type="dxa"/>
          </w:tcPr>
          <w:p w:rsidR="0059223C" w:rsidRPr="00B160A2" w:rsidRDefault="0059223C" w:rsidP="000E1D8F">
            <w:pPr>
              <w:jc w:val="center"/>
              <w:rPr>
                <w:bCs/>
                <w:sz w:val="28"/>
                <w:szCs w:val="28"/>
              </w:rPr>
            </w:pPr>
            <w:r w:rsidRPr="00B160A2">
              <w:rPr>
                <w:bCs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16" w:type="dxa"/>
          </w:tcPr>
          <w:p w:rsidR="0059223C" w:rsidRPr="00B160A2" w:rsidRDefault="0059223C" w:rsidP="004541C7">
            <w:pPr>
              <w:jc w:val="both"/>
              <w:rPr>
                <w:sz w:val="28"/>
                <w:szCs w:val="28"/>
              </w:rPr>
            </w:pPr>
            <w:r w:rsidRPr="00B160A2">
              <w:rPr>
                <w:sz w:val="28"/>
                <w:szCs w:val="28"/>
              </w:rPr>
              <w:t>«Благоустройство территории Удачинского сельсовета, содержание и развитие объектов инфраструктуры »</w:t>
            </w:r>
          </w:p>
        </w:tc>
      </w:tr>
      <w:tr w:rsidR="0059223C" w:rsidRPr="00B160A2">
        <w:tc>
          <w:tcPr>
            <w:tcW w:w="3521" w:type="dxa"/>
          </w:tcPr>
          <w:p w:rsidR="0059223C" w:rsidRPr="00B160A2" w:rsidRDefault="0059223C" w:rsidP="000E1D8F">
            <w:pPr>
              <w:jc w:val="center"/>
              <w:rPr>
                <w:bCs/>
                <w:sz w:val="28"/>
                <w:szCs w:val="28"/>
              </w:rPr>
            </w:pPr>
            <w:r w:rsidRPr="00B160A2">
              <w:rPr>
                <w:bCs/>
                <w:sz w:val="28"/>
                <w:szCs w:val="28"/>
              </w:rPr>
              <w:t>Муниципальный заказчик</w:t>
            </w:r>
          </w:p>
        </w:tc>
        <w:tc>
          <w:tcPr>
            <w:tcW w:w="6616" w:type="dxa"/>
          </w:tcPr>
          <w:p w:rsidR="0059223C" w:rsidRPr="00B160A2" w:rsidRDefault="0059223C" w:rsidP="0017360B">
            <w:pPr>
              <w:rPr>
                <w:sz w:val="28"/>
                <w:szCs w:val="28"/>
              </w:rPr>
            </w:pPr>
            <w:r w:rsidRPr="00B160A2">
              <w:rPr>
                <w:sz w:val="28"/>
                <w:szCs w:val="28"/>
              </w:rPr>
              <w:t>Администрация Удачинского сельсовета Большеулуйского района Красноярского края</w:t>
            </w:r>
          </w:p>
        </w:tc>
      </w:tr>
      <w:tr w:rsidR="0059223C" w:rsidRPr="00B160A2">
        <w:tc>
          <w:tcPr>
            <w:tcW w:w="3521" w:type="dxa"/>
          </w:tcPr>
          <w:p w:rsidR="0059223C" w:rsidRPr="00B160A2" w:rsidRDefault="0059223C" w:rsidP="000E1D8F">
            <w:pPr>
              <w:jc w:val="center"/>
              <w:rPr>
                <w:bCs/>
                <w:sz w:val="28"/>
                <w:szCs w:val="28"/>
              </w:rPr>
            </w:pPr>
            <w:r w:rsidRPr="00B160A2">
              <w:rPr>
                <w:bCs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6616" w:type="dxa"/>
          </w:tcPr>
          <w:p w:rsidR="0059223C" w:rsidRPr="00B160A2" w:rsidRDefault="0059223C" w:rsidP="00EE153A">
            <w:pPr>
              <w:rPr>
                <w:sz w:val="28"/>
                <w:szCs w:val="28"/>
              </w:rPr>
            </w:pPr>
            <w:r w:rsidRPr="00B160A2">
              <w:rPr>
                <w:sz w:val="28"/>
                <w:szCs w:val="28"/>
              </w:rPr>
              <w:t>Администрация Удачинского сельсовета Большеулуйского района Красноярского края</w:t>
            </w:r>
          </w:p>
        </w:tc>
      </w:tr>
      <w:tr w:rsidR="0059223C" w:rsidRPr="00B160A2">
        <w:tc>
          <w:tcPr>
            <w:tcW w:w="3521" w:type="dxa"/>
          </w:tcPr>
          <w:p w:rsidR="0059223C" w:rsidRPr="00B160A2" w:rsidRDefault="0059223C" w:rsidP="000E1D8F">
            <w:pPr>
              <w:jc w:val="center"/>
              <w:rPr>
                <w:bCs/>
                <w:sz w:val="28"/>
                <w:szCs w:val="28"/>
              </w:rPr>
            </w:pPr>
            <w:r w:rsidRPr="00B160A2">
              <w:rPr>
                <w:bCs/>
                <w:sz w:val="28"/>
                <w:szCs w:val="28"/>
              </w:rPr>
              <w:t>Цель программы</w:t>
            </w:r>
          </w:p>
        </w:tc>
        <w:tc>
          <w:tcPr>
            <w:tcW w:w="6616" w:type="dxa"/>
          </w:tcPr>
          <w:p w:rsidR="0059223C" w:rsidRPr="00B160A2" w:rsidRDefault="0059223C" w:rsidP="000E1D8F">
            <w:pPr>
              <w:pStyle w:val="ListParagraph"/>
              <w:ind w:left="165"/>
              <w:rPr>
                <w:sz w:val="28"/>
                <w:szCs w:val="28"/>
              </w:rPr>
            </w:pPr>
            <w:r w:rsidRPr="00B160A2">
              <w:rPr>
                <w:sz w:val="28"/>
                <w:szCs w:val="28"/>
              </w:rPr>
              <w:t>Организация благоустройства населенных пунктов</w:t>
            </w:r>
          </w:p>
        </w:tc>
      </w:tr>
      <w:tr w:rsidR="0059223C" w:rsidRPr="00B160A2">
        <w:tc>
          <w:tcPr>
            <w:tcW w:w="3521" w:type="dxa"/>
          </w:tcPr>
          <w:p w:rsidR="0059223C" w:rsidRPr="00B160A2" w:rsidRDefault="0059223C" w:rsidP="000E1D8F">
            <w:pPr>
              <w:jc w:val="center"/>
              <w:rPr>
                <w:bCs/>
                <w:sz w:val="28"/>
                <w:szCs w:val="28"/>
              </w:rPr>
            </w:pPr>
            <w:r w:rsidRPr="00B160A2">
              <w:rPr>
                <w:bCs/>
                <w:sz w:val="28"/>
                <w:szCs w:val="28"/>
              </w:rPr>
              <w:t>Задачи подпрограммы</w:t>
            </w:r>
          </w:p>
          <w:p w:rsidR="0059223C" w:rsidRPr="00B160A2" w:rsidRDefault="0059223C" w:rsidP="000E1D8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616" w:type="dxa"/>
          </w:tcPr>
          <w:p w:rsidR="0059223C" w:rsidRPr="00B160A2" w:rsidRDefault="0059223C" w:rsidP="000E1D8F">
            <w:pPr>
              <w:pStyle w:val="ListParagraph"/>
              <w:numPr>
                <w:ilvl w:val="0"/>
                <w:numId w:val="3"/>
              </w:numPr>
              <w:ind w:left="23" w:hanging="23"/>
              <w:rPr>
                <w:sz w:val="28"/>
                <w:szCs w:val="28"/>
              </w:rPr>
            </w:pPr>
            <w:r w:rsidRPr="00B160A2">
              <w:rPr>
                <w:sz w:val="28"/>
                <w:szCs w:val="28"/>
              </w:rPr>
              <w:t>Улучшение состояния территории населенных пунктов</w:t>
            </w:r>
          </w:p>
        </w:tc>
      </w:tr>
      <w:tr w:rsidR="0059223C" w:rsidRPr="00B160A2">
        <w:tc>
          <w:tcPr>
            <w:tcW w:w="3521" w:type="dxa"/>
          </w:tcPr>
          <w:p w:rsidR="0059223C" w:rsidRPr="00B160A2" w:rsidRDefault="0059223C" w:rsidP="000E1D8F">
            <w:pPr>
              <w:jc w:val="center"/>
              <w:rPr>
                <w:bCs/>
                <w:sz w:val="28"/>
                <w:szCs w:val="28"/>
              </w:rPr>
            </w:pPr>
            <w:r w:rsidRPr="00B160A2">
              <w:rPr>
                <w:bCs/>
                <w:sz w:val="28"/>
                <w:szCs w:val="28"/>
              </w:rPr>
              <w:t>Целевые индикаторы</w:t>
            </w:r>
          </w:p>
        </w:tc>
        <w:tc>
          <w:tcPr>
            <w:tcW w:w="6616" w:type="dxa"/>
          </w:tcPr>
          <w:p w:rsidR="0059223C" w:rsidRPr="00B160A2" w:rsidRDefault="0059223C" w:rsidP="00ED00DA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B160A2">
              <w:rPr>
                <w:sz w:val="28"/>
                <w:szCs w:val="28"/>
              </w:rPr>
              <w:t xml:space="preserve">100% освещенность улично-дорожной сети населенных пунктов </w:t>
            </w:r>
          </w:p>
          <w:p w:rsidR="0059223C" w:rsidRPr="00B160A2" w:rsidRDefault="0059223C" w:rsidP="008011AC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B160A2">
              <w:rPr>
                <w:sz w:val="28"/>
                <w:szCs w:val="28"/>
              </w:rPr>
              <w:t>Уборка территории населенных пунктов от мусора  до 90%</w:t>
            </w:r>
          </w:p>
          <w:p w:rsidR="0059223C" w:rsidRPr="00B160A2" w:rsidRDefault="0059223C" w:rsidP="008011AC">
            <w:pPr>
              <w:pStyle w:val="ListParagraph"/>
              <w:ind w:left="420"/>
              <w:rPr>
                <w:sz w:val="28"/>
                <w:szCs w:val="28"/>
              </w:rPr>
            </w:pPr>
          </w:p>
        </w:tc>
      </w:tr>
      <w:tr w:rsidR="0059223C" w:rsidRPr="00B160A2">
        <w:tc>
          <w:tcPr>
            <w:tcW w:w="3521" w:type="dxa"/>
          </w:tcPr>
          <w:p w:rsidR="0059223C" w:rsidRPr="00B160A2" w:rsidRDefault="0059223C" w:rsidP="000E1D8F">
            <w:pPr>
              <w:jc w:val="center"/>
              <w:rPr>
                <w:bCs/>
                <w:sz w:val="28"/>
                <w:szCs w:val="28"/>
              </w:rPr>
            </w:pPr>
            <w:r w:rsidRPr="00B160A2">
              <w:rPr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16" w:type="dxa"/>
          </w:tcPr>
          <w:p w:rsidR="0059223C" w:rsidRPr="00B160A2" w:rsidRDefault="0059223C" w:rsidP="002E02A3">
            <w:pPr>
              <w:rPr>
                <w:sz w:val="28"/>
                <w:szCs w:val="28"/>
              </w:rPr>
            </w:pPr>
            <w:r w:rsidRPr="00B160A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B160A2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2</w:t>
            </w:r>
            <w:r w:rsidRPr="00B160A2">
              <w:rPr>
                <w:sz w:val="28"/>
                <w:szCs w:val="28"/>
              </w:rPr>
              <w:t xml:space="preserve"> годы</w:t>
            </w:r>
          </w:p>
        </w:tc>
      </w:tr>
      <w:tr w:rsidR="0059223C" w:rsidRPr="00B160A2">
        <w:tc>
          <w:tcPr>
            <w:tcW w:w="3521" w:type="dxa"/>
          </w:tcPr>
          <w:p w:rsidR="0059223C" w:rsidRPr="00B160A2" w:rsidRDefault="0059223C" w:rsidP="000E1D8F">
            <w:pPr>
              <w:jc w:val="center"/>
              <w:rPr>
                <w:bCs/>
                <w:sz w:val="28"/>
                <w:szCs w:val="28"/>
              </w:rPr>
            </w:pPr>
            <w:r w:rsidRPr="00B160A2">
              <w:rPr>
                <w:bCs/>
                <w:sz w:val="28"/>
                <w:szCs w:val="28"/>
              </w:rPr>
              <w:t>Объекты и источники финансирования подпрограммы</w:t>
            </w:r>
          </w:p>
        </w:tc>
        <w:tc>
          <w:tcPr>
            <w:tcW w:w="6616" w:type="dxa"/>
          </w:tcPr>
          <w:p w:rsidR="0059223C" w:rsidRPr="00012B29" w:rsidRDefault="0059223C" w:rsidP="00904221">
            <w:pPr>
              <w:jc w:val="both"/>
              <w:rPr>
                <w:sz w:val="28"/>
                <w:szCs w:val="28"/>
              </w:rPr>
            </w:pPr>
            <w:r w:rsidRPr="00012B29">
              <w:rPr>
                <w:sz w:val="28"/>
                <w:szCs w:val="28"/>
              </w:rPr>
              <w:t>Общий объем финансирования программы составляет:</w:t>
            </w:r>
          </w:p>
          <w:p w:rsidR="0059223C" w:rsidRPr="00012B29" w:rsidRDefault="0059223C" w:rsidP="0090422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2020-2022 годах –</w:t>
            </w:r>
            <w:r w:rsidRPr="00012B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2515,6 </w:t>
            </w:r>
            <w:r w:rsidRPr="00012B29">
              <w:rPr>
                <w:sz w:val="28"/>
                <w:szCs w:val="28"/>
              </w:rPr>
              <w:t>тыс.</w:t>
            </w:r>
            <w:r>
              <w:rPr>
                <w:sz w:val="28"/>
                <w:szCs w:val="28"/>
              </w:rPr>
              <w:t xml:space="preserve"> </w:t>
            </w:r>
            <w:r w:rsidRPr="00012B29">
              <w:rPr>
                <w:sz w:val="28"/>
                <w:szCs w:val="28"/>
              </w:rPr>
              <w:t xml:space="preserve">рублей, </w:t>
            </w:r>
          </w:p>
          <w:p w:rsidR="0059223C" w:rsidRPr="00012B29" w:rsidRDefault="0059223C" w:rsidP="009042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2B29">
              <w:rPr>
                <w:sz w:val="28"/>
                <w:szCs w:val="28"/>
              </w:rPr>
              <w:t>в том числе:</w:t>
            </w:r>
          </w:p>
          <w:p w:rsidR="0059223C" w:rsidRPr="00012B29" w:rsidRDefault="0059223C" w:rsidP="009042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2B29">
              <w:rPr>
                <w:sz w:val="28"/>
                <w:szCs w:val="28"/>
              </w:rPr>
              <w:t xml:space="preserve">средства местного бюджета </w:t>
            </w:r>
            <w:r>
              <w:rPr>
                <w:sz w:val="28"/>
                <w:szCs w:val="28"/>
              </w:rPr>
              <w:t xml:space="preserve">– 2515,6 </w:t>
            </w:r>
            <w:r w:rsidRPr="00012B29">
              <w:rPr>
                <w:sz w:val="28"/>
                <w:szCs w:val="28"/>
              </w:rPr>
              <w:t>тыс. рублей</w:t>
            </w:r>
          </w:p>
          <w:p w:rsidR="0059223C" w:rsidRPr="00012B29" w:rsidRDefault="0059223C" w:rsidP="009042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2B29">
              <w:rPr>
                <w:sz w:val="28"/>
                <w:szCs w:val="28"/>
              </w:rPr>
              <w:t>по годам:</w:t>
            </w:r>
          </w:p>
          <w:p w:rsidR="0059223C" w:rsidRPr="00012B29" w:rsidRDefault="0059223C" w:rsidP="009042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012B29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– 905,6 т</w:t>
            </w:r>
            <w:r w:rsidRPr="00012B29">
              <w:rPr>
                <w:sz w:val="28"/>
                <w:szCs w:val="28"/>
              </w:rPr>
              <w:t>ыс. рублей</w:t>
            </w:r>
          </w:p>
          <w:p w:rsidR="0059223C" w:rsidRPr="00012B29" w:rsidRDefault="0059223C" w:rsidP="009042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2B2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012B2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805,0</w:t>
            </w:r>
            <w:r w:rsidRPr="00012B29">
              <w:rPr>
                <w:sz w:val="28"/>
                <w:szCs w:val="28"/>
              </w:rPr>
              <w:t xml:space="preserve"> тыс. рублей</w:t>
            </w:r>
          </w:p>
          <w:p w:rsidR="0059223C" w:rsidRPr="00012B29" w:rsidRDefault="0059223C" w:rsidP="009042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2B29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012B29">
              <w:rPr>
                <w:sz w:val="28"/>
                <w:szCs w:val="28"/>
              </w:rPr>
              <w:t xml:space="preserve"> год -</w:t>
            </w:r>
            <w:r>
              <w:rPr>
                <w:sz w:val="28"/>
                <w:szCs w:val="28"/>
              </w:rPr>
              <w:t xml:space="preserve"> 805,0 </w:t>
            </w:r>
            <w:r w:rsidRPr="00012B29">
              <w:rPr>
                <w:sz w:val="28"/>
                <w:szCs w:val="28"/>
              </w:rPr>
              <w:t>тыс. рублей</w:t>
            </w:r>
          </w:p>
          <w:p w:rsidR="0059223C" w:rsidRPr="00B160A2" w:rsidRDefault="0059223C" w:rsidP="00B560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9223C" w:rsidRPr="00B160A2">
        <w:tc>
          <w:tcPr>
            <w:tcW w:w="3521" w:type="dxa"/>
          </w:tcPr>
          <w:p w:rsidR="0059223C" w:rsidRPr="00B160A2" w:rsidRDefault="0059223C" w:rsidP="000E1D8F">
            <w:pPr>
              <w:jc w:val="center"/>
              <w:rPr>
                <w:bCs/>
                <w:sz w:val="28"/>
                <w:szCs w:val="28"/>
              </w:rPr>
            </w:pPr>
            <w:r w:rsidRPr="00B160A2">
              <w:rPr>
                <w:bCs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616" w:type="dxa"/>
          </w:tcPr>
          <w:p w:rsidR="0059223C" w:rsidRPr="00B160A2" w:rsidRDefault="0059223C" w:rsidP="000E1D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60A2">
              <w:rPr>
                <w:sz w:val="28"/>
                <w:szCs w:val="28"/>
              </w:rPr>
              <w:t xml:space="preserve">Контроль за реализацией подпрограммы осуществляет администрация Удачинского сельсовета </w:t>
            </w:r>
          </w:p>
        </w:tc>
      </w:tr>
    </w:tbl>
    <w:p w:rsidR="0059223C" w:rsidRDefault="0059223C" w:rsidP="00007A91"/>
    <w:p w:rsidR="0059223C" w:rsidRDefault="0059223C" w:rsidP="00007A91"/>
    <w:p w:rsidR="0059223C" w:rsidRDefault="0059223C" w:rsidP="00007A91"/>
    <w:p w:rsidR="0059223C" w:rsidRDefault="0059223C" w:rsidP="00007A91"/>
    <w:p w:rsidR="0059223C" w:rsidRPr="00B160A2" w:rsidRDefault="0059223C" w:rsidP="00007A91"/>
    <w:p w:rsidR="0059223C" w:rsidRPr="00B160A2" w:rsidRDefault="0059223C" w:rsidP="003231FA">
      <w:pPr>
        <w:pStyle w:val="ListParagraph"/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B160A2">
        <w:rPr>
          <w:b/>
          <w:bCs/>
          <w:sz w:val="28"/>
          <w:szCs w:val="28"/>
        </w:rPr>
        <w:t>Общая характеристика сферы реализации подпрограммы, основные проблемы и перспективы развития</w:t>
      </w:r>
    </w:p>
    <w:p w:rsidR="0059223C" w:rsidRPr="00B160A2" w:rsidRDefault="0059223C" w:rsidP="00037E17">
      <w:pPr>
        <w:pStyle w:val="ListParagraph"/>
        <w:ind w:left="383"/>
        <w:rPr>
          <w:b/>
          <w:bCs/>
          <w:sz w:val="28"/>
          <w:szCs w:val="28"/>
        </w:rPr>
      </w:pPr>
    </w:p>
    <w:p w:rsidR="0059223C" w:rsidRPr="00B160A2" w:rsidRDefault="0059223C" w:rsidP="00D763D7">
      <w:pPr>
        <w:pStyle w:val="ListParagraph"/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        Муниципальное образование Удачинский сельсовет включает в себя         три населенных пункта: с. Удачное, д. Карабановка, д. Ишимка, в них существуют зоны застройки частного сектора.</w:t>
      </w:r>
    </w:p>
    <w:p w:rsidR="0059223C" w:rsidRPr="00B160A2" w:rsidRDefault="0059223C" w:rsidP="00D763D7">
      <w:pPr>
        <w:pStyle w:val="ListParagraph"/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       Площадь территории населенных пунктов (без жилой застройки) составляет 914000 кв.м.</w:t>
      </w:r>
    </w:p>
    <w:p w:rsidR="0059223C" w:rsidRPr="00B160A2" w:rsidRDefault="0059223C" w:rsidP="00D763D7">
      <w:pPr>
        <w:pStyle w:val="ListParagraph"/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Протяженность автомобильных дорог </w:t>
      </w:r>
      <w:smartTag w:uri="urn:schemas-microsoft-com:office:smarttags" w:element="metricconverter">
        <w:smartTagPr>
          <w:attr w:name="ProductID" w:val="9,5 км"/>
        </w:smartTagPr>
        <w:r w:rsidRPr="00B160A2">
          <w:rPr>
            <w:sz w:val="28"/>
            <w:szCs w:val="28"/>
          </w:rPr>
          <w:t>9,5 км</w:t>
        </w:r>
      </w:smartTag>
      <w:r w:rsidRPr="00B160A2">
        <w:rPr>
          <w:sz w:val="28"/>
          <w:szCs w:val="28"/>
        </w:rPr>
        <w:t>, улично-дорожной сети с освещением -</w:t>
      </w: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,4 км"/>
        </w:smartTagPr>
        <w:r w:rsidRPr="00B160A2">
          <w:rPr>
            <w:sz w:val="28"/>
            <w:szCs w:val="28"/>
          </w:rPr>
          <w:t>7,4 км</w:t>
        </w:r>
      </w:smartTag>
      <w:r w:rsidRPr="00B160A2">
        <w:rPr>
          <w:sz w:val="28"/>
          <w:szCs w:val="28"/>
        </w:rPr>
        <w:t>.</w:t>
      </w:r>
    </w:p>
    <w:p w:rsidR="0059223C" w:rsidRPr="00B160A2" w:rsidRDefault="0059223C" w:rsidP="00D763D7">
      <w:pPr>
        <w:pStyle w:val="ListParagraph"/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       Большинство объектов внешнего благоустройства населенных пунктов, таких как зоны отдыха, уличное освещение, дороги и тротуары  до настоящего времени не обеспечивают комфортных условий для жизни и деятельности населения и нуждаются в ремонте, места захоронения требуют благоустройства. Проблема удаления и обезвреживания твердых бытовых отходов (далее - ТБО), объем которых ежегодно возрастает, является одной из самых актуальных в плане поддержания санитарно-гигиенических условий проживания населения и охраны окружающей среды. </w:t>
      </w:r>
    </w:p>
    <w:p w:rsidR="0059223C" w:rsidRPr="00B160A2" w:rsidRDefault="0059223C" w:rsidP="00D763D7">
      <w:pPr>
        <w:pStyle w:val="ListParagraph"/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        Программно-целевой подход к решению проблем благоустройства населенных пунктов необходим, так как без стройной комплексной системы благоустройства территории невозможно добиться каких-либо значимых результатов в обеспечении условий для жизни, деятельности и отдыха населения. </w:t>
      </w:r>
    </w:p>
    <w:p w:rsidR="0059223C" w:rsidRPr="00B160A2" w:rsidRDefault="0059223C" w:rsidP="00D763D7">
      <w:pPr>
        <w:pStyle w:val="ListParagraph"/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        Определение перспектив благоустройства муниципального образования позволит добиться сосредоточения средств на решение поставленных задач.</w:t>
      </w:r>
    </w:p>
    <w:p w:rsidR="0059223C" w:rsidRPr="00B160A2" w:rsidRDefault="0059223C" w:rsidP="00A76346">
      <w:pPr>
        <w:jc w:val="both"/>
        <w:rPr>
          <w:sz w:val="28"/>
          <w:szCs w:val="28"/>
        </w:rPr>
      </w:pPr>
    </w:p>
    <w:p w:rsidR="0059223C" w:rsidRPr="00B160A2" w:rsidRDefault="0059223C" w:rsidP="00A76346">
      <w:pPr>
        <w:jc w:val="center"/>
        <w:rPr>
          <w:b/>
          <w:bCs/>
          <w:sz w:val="28"/>
          <w:szCs w:val="28"/>
        </w:rPr>
      </w:pPr>
      <w:r w:rsidRPr="00B160A2">
        <w:rPr>
          <w:b/>
          <w:bCs/>
          <w:sz w:val="28"/>
          <w:szCs w:val="28"/>
        </w:rPr>
        <w:t>3. Основные цели и задачи, сроки и этапы реализации муниципальной подпрограммы, целевые индикаторы и показатели</w:t>
      </w:r>
    </w:p>
    <w:p w:rsidR="0059223C" w:rsidRPr="00B160A2" w:rsidRDefault="0059223C" w:rsidP="00010B41">
      <w:pPr>
        <w:pStyle w:val="ListParagraph"/>
        <w:ind w:left="900" w:firstLine="900"/>
        <w:jc w:val="both"/>
        <w:rPr>
          <w:sz w:val="28"/>
          <w:szCs w:val="28"/>
        </w:rPr>
      </w:pPr>
    </w:p>
    <w:p w:rsidR="0059223C" w:rsidRPr="00B160A2" w:rsidRDefault="0059223C" w:rsidP="00D763D7">
      <w:pPr>
        <w:pStyle w:val="ListParagraph"/>
        <w:ind w:left="0"/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       Выполнение подпрограммных мероприятий связанных с планированием и организацией работ по вопросам улучшения благоустройства территории, создания  условий проживания, приведут к снижению социальной напряженности населения.</w:t>
      </w:r>
    </w:p>
    <w:p w:rsidR="0059223C" w:rsidRPr="00B160A2" w:rsidRDefault="0059223C" w:rsidP="002C3994">
      <w:pPr>
        <w:ind w:firstLine="360"/>
        <w:jc w:val="both"/>
        <w:rPr>
          <w:sz w:val="28"/>
          <w:szCs w:val="28"/>
        </w:rPr>
      </w:pPr>
      <w:r w:rsidRPr="00B160A2">
        <w:t xml:space="preserve"> </w:t>
      </w:r>
      <w:r w:rsidRPr="00B160A2">
        <w:rPr>
          <w:sz w:val="28"/>
          <w:szCs w:val="28"/>
        </w:rPr>
        <w:t>Решение этих задач будет осуществляться администрацией Удачинского сельсовета в рамках муниципальной подпрограммы «Благоустройство территории Удачинского сельсовета »</w:t>
      </w:r>
    </w:p>
    <w:p w:rsidR="0059223C" w:rsidRPr="00B160A2" w:rsidRDefault="0059223C" w:rsidP="00D763D7">
      <w:pPr>
        <w:ind w:left="360"/>
        <w:jc w:val="both"/>
        <w:rPr>
          <w:sz w:val="28"/>
          <w:szCs w:val="28"/>
        </w:rPr>
      </w:pPr>
      <w:r w:rsidRPr="00B160A2">
        <w:rPr>
          <w:sz w:val="28"/>
          <w:szCs w:val="28"/>
        </w:rPr>
        <w:t>Целью подпрограммы является:</w:t>
      </w:r>
    </w:p>
    <w:p w:rsidR="0059223C" w:rsidRPr="00B160A2" w:rsidRDefault="0059223C" w:rsidP="00D763D7">
      <w:pPr>
        <w:ind w:left="360"/>
        <w:jc w:val="both"/>
        <w:rPr>
          <w:sz w:val="28"/>
          <w:szCs w:val="28"/>
        </w:rPr>
      </w:pPr>
      <w:r w:rsidRPr="00B160A2">
        <w:t xml:space="preserve"> </w:t>
      </w:r>
      <w:r w:rsidRPr="00B160A2">
        <w:rPr>
          <w:sz w:val="28"/>
          <w:szCs w:val="28"/>
        </w:rPr>
        <w:t>- организация благоустройства населенных пунктов</w:t>
      </w:r>
    </w:p>
    <w:p w:rsidR="0059223C" w:rsidRPr="00B160A2" w:rsidRDefault="0059223C" w:rsidP="00D763D7">
      <w:pPr>
        <w:ind w:firstLine="709"/>
        <w:jc w:val="both"/>
        <w:rPr>
          <w:sz w:val="28"/>
          <w:szCs w:val="28"/>
          <w:lang w:eastAsia="en-US"/>
        </w:rPr>
      </w:pPr>
      <w:r w:rsidRPr="00B160A2">
        <w:rPr>
          <w:sz w:val="28"/>
          <w:szCs w:val="28"/>
          <w:lang w:eastAsia="en-US"/>
        </w:rPr>
        <w:t>Для достижения поставленной  цели необходимо решение следующих задач:</w:t>
      </w:r>
    </w:p>
    <w:p w:rsidR="0059223C" w:rsidRPr="00B160A2" w:rsidRDefault="0059223C" w:rsidP="00D763D7">
      <w:pPr>
        <w:pStyle w:val="ListParagraph"/>
        <w:ind w:left="0"/>
        <w:jc w:val="both"/>
        <w:rPr>
          <w:sz w:val="28"/>
          <w:szCs w:val="28"/>
        </w:rPr>
      </w:pPr>
      <w:r w:rsidRPr="00B160A2">
        <w:t xml:space="preserve">        -</w:t>
      </w:r>
      <w:r w:rsidRPr="00B160A2">
        <w:rPr>
          <w:sz w:val="28"/>
          <w:szCs w:val="28"/>
        </w:rPr>
        <w:t>Улучшение состояния территории населенных пунктов</w:t>
      </w:r>
    </w:p>
    <w:p w:rsidR="0059223C" w:rsidRPr="00B160A2" w:rsidRDefault="0059223C" w:rsidP="002C3994">
      <w:pPr>
        <w:pStyle w:val="s16"/>
        <w:spacing w:before="0" w:beforeAutospacing="0" w:after="0" w:afterAutospacing="0"/>
        <w:jc w:val="both"/>
        <w:rPr>
          <w:sz w:val="28"/>
          <w:szCs w:val="28"/>
        </w:rPr>
      </w:pPr>
      <w:r w:rsidRPr="00B160A2">
        <w:t xml:space="preserve">            </w:t>
      </w:r>
      <w:r w:rsidRPr="00B160A2">
        <w:rPr>
          <w:sz w:val="28"/>
          <w:szCs w:val="28"/>
        </w:rPr>
        <w:t>Срок реализация подпрограммы 20</w:t>
      </w:r>
      <w:r>
        <w:rPr>
          <w:sz w:val="28"/>
          <w:szCs w:val="28"/>
        </w:rPr>
        <w:t>20</w:t>
      </w:r>
      <w:r w:rsidRPr="00B160A2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B160A2">
        <w:rPr>
          <w:sz w:val="28"/>
          <w:szCs w:val="28"/>
        </w:rPr>
        <w:t xml:space="preserve"> годы.                                                                                   </w:t>
      </w:r>
    </w:p>
    <w:p w:rsidR="0059223C" w:rsidRPr="00B160A2" w:rsidRDefault="0059223C" w:rsidP="00D763D7">
      <w:pPr>
        <w:ind w:left="360"/>
        <w:jc w:val="both"/>
        <w:rPr>
          <w:b/>
          <w:bCs/>
          <w:sz w:val="28"/>
          <w:szCs w:val="28"/>
        </w:rPr>
      </w:pPr>
      <w:r w:rsidRPr="00B160A2">
        <w:rPr>
          <w:sz w:val="28"/>
          <w:szCs w:val="28"/>
        </w:rPr>
        <w:t xml:space="preserve">Целевые индикаторы и показатели результативности указаны  в приложение №1 подпрограммы  </w:t>
      </w:r>
      <w:r w:rsidRPr="00B160A2">
        <w:rPr>
          <w:b/>
          <w:bCs/>
          <w:sz w:val="32"/>
          <w:szCs w:val="32"/>
        </w:rPr>
        <w:t>«</w:t>
      </w:r>
      <w:r w:rsidRPr="00B160A2">
        <w:rPr>
          <w:bCs/>
          <w:sz w:val="28"/>
          <w:szCs w:val="28"/>
        </w:rPr>
        <w:t>Благоустройство территории Удачинского сельсовета »</w:t>
      </w:r>
    </w:p>
    <w:p w:rsidR="0059223C" w:rsidRPr="00B160A2" w:rsidRDefault="0059223C" w:rsidP="003243E7">
      <w:pPr>
        <w:ind w:firstLine="708"/>
        <w:jc w:val="both"/>
      </w:pPr>
      <w:r w:rsidRPr="00B160A2">
        <w:rPr>
          <w:sz w:val="28"/>
          <w:szCs w:val="28"/>
        </w:rPr>
        <w:t xml:space="preserve"> </w:t>
      </w:r>
    </w:p>
    <w:p w:rsidR="0059223C" w:rsidRPr="00B160A2" w:rsidRDefault="0059223C" w:rsidP="00205B07">
      <w:pPr>
        <w:pStyle w:val="ListParagraph"/>
        <w:ind w:left="0"/>
        <w:jc w:val="both"/>
        <w:rPr>
          <w:b/>
          <w:bCs/>
          <w:sz w:val="28"/>
          <w:szCs w:val="28"/>
        </w:rPr>
      </w:pPr>
      <w:r w:rsidRPr="00B160A2">
        <w:t xml:space="preserve">                                 </w:t>
      </w:r>
      <w:r w:rsidRPr="00B160A2">
        <w:rPr>
          <w:b/>
          <w:sz w:val="28"/>
          <w:szCs w:val="28"/>
        </w:rPr>
        <w:t xml:space="preserve">4. </w:t>
      </w:r>
      <w:r w:rsidRPr="00B160A2">
        <w:rPr>
          <w:b/>
          <w:bCs/>
          <w:sz w:val="28"/>
          <w:szCs w:val="28"/>
        </w:rPr>
        <w:t>Механизм реализации подпрограммы</w:t>
      </w:r>
    </w:p>
    <w:p w:rsidR="0059223C" w:rsidRPr="00B160A2" w:rsidRDefault="0059223C" w:rsidP="00205B07">
      <w:pPr>
        <w:pStyle w:val="ListParagraph"/>
        <w:ind w:left="0"/>
        <w:jc w:val="both"/>
        <w:rPr>
          <w:b/>
          <w:bCs/>
          <w:sz w:val="28"/>
          <w:szCs w:val="28"/>
        </w:rPr>
      </w:pPr>
    </w:p>
    <w:p w:rsidR="0059223C" w:rsidRPr="00B160A2" w:rsidRDefault="0059223C" w:rsidP="00A96E41">
      <w:pPr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         Финансирование мероприятий Подпрограммы осуществляется за счёт средств местного бюджета в соответствии с мероприятиями Подпрограммы согласно приложению № 2 к подпрограмме (далее - мероприятия подпрограммы) </w:t>
      </w:r>
    </w:p>
    <w:p w:rsidR="0059223C" w:rsidRPr="00B160A2" w:rsidRDefault="0059223C" w:rsidP="00D155C4">
      <w:pPr>
        <w:jc w:val="both"/>
        <w:rPr>
          <w:sz w:val="28"/>
          <w:szCs w:val="28"/>
        </w:rPr>
      </w:pPr>
      <w:r w:rsidRPr="00B160A2">
        <w:t xml:space="preserve">          </w:t>
      </w:r>
      <w:r w:rsidRPr="00B160A2">
        <w:rPr>
          <w:sz w:val="28"/>
          <w:szCs w:val="28"/>
        </w:rPr>
        <w:t>Главным распорядителем средств бюджета является администрация Удачинского сельсовета.</w:t>
      </w:r>
    </w:p>
    <w:p w:rsidR="0059223C" w:rsidRPr="00B160A2" w:rsidRDefault="0059223C" w:rsidP="007D725C">
      <w:pPr>
        <w:jc w:val="both"/>
        <w:rPr>
          <w:sz w:val="28"/>
          <w:szCs w:val="28"/>
        </w:rPr>
      </w:pPr>
    </w:p>
    <w:p w:rsidR="0059223C" w:rsidRPr="00B160A2" w:rsidRDefault="0059223C" w:rsidP="003231FA">
      <w:pPr>
        <w:pStyle w:val="ListParagraph"/>
        <w:numPr>
          <w:ilvl w:val="0"/>
          <w:numId w:val="21"/>
        </w:numPr>
        <w:rPr>
          <w:b/>
          <w:bCs/>
          <w:sz w:val="28"/>
          <w:szCs w:val="28"/>
        </w:rPr>
      </w:pPr>
      <w:r w:rsidRPr="00B160A2">
        <w:rPr>
          <w:b/>
          <w:bCs/>
          <w:sz w:val="28"/>
          <w:szCs w:val="28"/>
        </w:rPr>
        <w:t>Управление подпрограммой и контроль за ходом её выполнения</w:t>
      </w:r>
    </w:p>
    <w:p w:rsidR="0059223C" w:rsidRPr="00B160A2" w:rsidRDefault="0059223C" w:rsidP="007D725C">
      <w:pPr>
        <w:jc w:val="both"/>
        <w:rPr>
          <w:sz w:val="28"/>
          <w:szCs w:val="28"/>
        </w:rPr>
      </w:pPr>
    </w:p>
    <w:p w:rsidR="0059223C" w:rsidRPr="00B160A2" w:rsidRDefault="0059223C" w:rsidP="00D763D7">
      <w:pPr>
        <w:ind w:left="383"/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          Система управления подпрограммой направлена на достижение поставленных подпрограммой целей и задач и эффективности от проведения каждого мероприятия. </w:t>
      </w:r>
    </w:p>
    <w:p w:rsidR="0059223C" w:rsidRPr="00B160A2" w:rsidRDefault="0059223C" w:rsidP="00D763D7">
      <w:pPr>
        <w:ind w:left="383"/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          Общее руководство и контроль над ходом реализации подпрограммы осуществляет администрация Удачинского сельсовета. </w:t>
      </w:r>
    </w:p>
    <w:p w:rsidR="0059223C" w:rsidRPr="00B160A2" w:rsidRDefault="0059223C" w:rsidP="00D763D7">
      <w:pPr>
        <w:ind w:left="383"/>
        <w:jc w:val="both"/>
        <w:rPr>
          <w:sz w:val="28"/>
          <w:szCs w:val="28"/>
        </w:rPr>
      </w:pPr>
      <w:r w:rsidRPr="00B160A2">
        <w:rPr>
          <w:iCs/>
          <w:sz w:val="28"/>
          <w:szCs w:val="28"/>
        </w:rPr>
        <w:t>В его обязанности входит</w:t>
      </w:r>
      <w:r w:rsidRPr="00B160A2">
        <w:rPr>
          <w:sz w:val="28"/>
          <w:szCs w:val="28"/>
        </w:rPr>
        <w:t xml:space="preserve">: </w:t>
      </w:r>
    </w:p>
    <w:p w:rsidR="0059223C" w:rsidRPr="00B160A2" w:rsidRDefault="0059223C" w:rsidP="00D763D7">
      <w:pPr>
        <w:ind w:left="383"/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- координация деятельности по реализации мероприятий подпрограммы; </w:t>
      </w:r>
    </w:p>
    <w:p w:rsidR="0059223C" w:rsidRPr="00B160A2" w:rsidRDefault="0059223C" w:rsidP="00D763D7">
      <w:pPr>
        <w:ind w:left="383"/>
        <w:jc w:val="both"/>
        <w:rPr>
          <w:sz w:val="28"/>
          <w:szCs w:val="28"/>
        </w:rPr>
      </w:pPr>
      <w:r w:rsidRPr="00B160A2">
        <w:rPr>
          <w:sz w:val="28"/>
          <w:szCs w:val="28"/>
        </w:rPr>
        <w:t>-рассмотрение материалов о ходе реализации подпрограммы и по мере необходимости уточнение мероприятий, предусмотренных подпрограммой, объемов финансирования.</w:t>
      </w:r>
    </w:p>
    <w:p w:rsidR="0059223C" w:rsidRPr="00B160A2" w:rsidRDefault="0059223C" w:rsidP="00D763D7">
      <w:pPr>
        <w:ind w:left="383"/>
        <w:jc w:val="both"/>
        <w:rPr>
          <w:sz w:val="28"/>
          <w:szCs w:val="28"/>
        </w:rPr>
      </w:pPr>
      <w:r w:rsidRPr="00B160A2">
        <w:rPr>
          <w:sz w:val="28"/>
          <w:szCs w:val="28"/>
        </w:rPr>
        <w:t xml:space="preserve">       Ответственным исполнителем мероприятий подпрограммы является администрация Удачинского сельсовета. Исполнитель несет ответственность за своевременную и полную реализацию подпрограммных мероприятий и за достижение утвержденных значений целевых индикаторов подпрограммы.</w:t>
      </w:r>
    </w:p>
    <w:p w:rsidR="0059223C" w:rsidRPr="00AD55E4" w:rsidRDefault="0059223C" w:rsidP="00951874">
      <w:pPr>
        <w:pStyle w:val="s1"/>
        <w:jc w:val="both"/>
        <w:rPr>
          <w:sz w:val="28"/>
          <w:szCs w:val="28"/>
        </w:rPr>
      </w:pPr>
      <w:r w:rsidRPr="00B160A2">
        <w:t xml:space="preserve">            </w:t>
      </w:r>
      <w:r w:rsidRPr="00AD55E4">
        <w:rPr>
          <w:sz w:val="28"/>
          <w:szCs w:val="28"/>
        </w:rPr>
        <w:t xml:space="preserve">Годовой отчет в срок до 1 июня года, следующего за отчетным, подлежит размещению на официальном сайте Администрации Большеулуйского района  в сети Интернет. </w:t>
      </w:r>
    </w:p>
    <w:p w:rsidR="0059223C" w:rsidRPr="00B160A2" w:rsidRDefault="0059223C" w:rsidP="003231FA">
      <w:pPr>
        <w:pStyle w:val="ListParagraph"/>
        <w:numPr>
          <w:ilvl w:val="0"/>
          <w:numId w:val="21"/>
        </w:numPr>
        <w:jc w:val="center"/>
        <w:rPr>
          <w:b/>
          <w:bCs/>
          <w:sz w:val="28"/>
          <w:szCs w:val="28"/>
        </w:rPr>
      </w:pPr>
      <w:r w:rsidRPr="00B160A2">
        <w:rPr>
          <w:b/>
          <w:bCs/>
          <w:sz w:val="28"/>
          <w:szCs w:val="28"/>
        </w:rPr>
        <w:t>Оценка социально-экономической эффективности</w:t>
      </w:r>
    </w:p>
    <w:p w:rsidR="0059223C" w:rsidRPr="00B160A2" w:rsidRDefault="0059223C" w:rsidP="00DD465F">
      <w:pPr>
        <w:pStyle w:val="ListParagraph"/>
        <w:ind w:left="383"/>
        <w:rPr>
          <w:b/>
          <w:bCs/>
          <w:sz w:val="28"/>
          <w:szCs w:val="28"/>
        </w:rPr>
      </w:pPr>
    </w:p>
    <w:p w:rsidR="0059223C" w:rsidRPr="00B160A2" w:rsidRDefault="0059223C" w:rsidP="00D763D7">
      <w:pPr>
        <w:pStyle w:val="ListParagraph"/>
        <w:ind w:left="383"/>
        <w:jc w:val="both"/>
        <w:rPr>
          <w:sz w:val="28"/>
          <w:szCs w:val="28"/>
        </w:rPr>
      </w:pPr>
      <w:r w:rsidRPr="00B160A2">
        <w:rPr>
          <w:sz w:val="28"/>
          <w:szCs w:val="28"/>
        </w:rPr>
        <w:t>Эффективность подпрограммы оценивается по следующим показателям:</w:t>
      </w:r>
    </w:p>
    <w:p w:rsidR="0059223C" w:rsidRPr="00B160A2" w:rsidRDefault="0059223C" w:rsidP="00D763D7">
      <w:pPr>
        <w:pStyle w:val="ListParagraph"/>
        <w:ind w:left="383"/>
        <w:jc w:val="both"/>
        <w:rPr>
          <w:sz w:val="28"/>
          <w:szCs w:val="28"/>
        </w:rPr>
      </w:pPr>
    </w:p>
    <w:p w:rsidR="0059223C" w:rsidRPr="00B160A2" w:rsidRDefault="0059223C" w:rsidP="00D763D7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B160A2">
        <w:rPr>
          <w:sz w:val="28"/>
          <w:szCs w:val="28"/>
        </w:rPr>
        <w:t>Улучшение качества содержания территории поселения в чистоте и порядке, а так же содержания мест захоронения в надлежащем виде.</w:t>
      </w:r>
    </w:p>
    <w:p w:rsidR="0059223C" w:rsidRPr="00B160A2" w:rsidRDefault="0059223C" w:rsidP="00D763D7">
      <w:pPr>
        <w:pStyle w:val="ListParagraph"/>
        <w:ind w:left="284"/>
        <w:jc w:val="both"/>
        <w:rPr>
          <w:sz w:val="28"/>
          <w:szCs w:val="28"/>
        </w:rPr>
      </w:pPr>
    </w:p>
    <w:p w:rsidR="0059223C" w:rsidRPr="00B160A2" w:rsidRDefault="0059223C" w:rsidP="00E435D8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B160A2">
        <w:rPr>
          <w:sz w:val="28"/>
          <w:szCs w:val="28"/>
        </w:rPr>
        <w:t>Улучшение качества освещённости улиц и дорог в населенных пунктах поселения, снижение нарушений общественного порядка.</w:t>
      </w:r>
    </w:p>
    <w:p w:rsidR="0059223C" w:rsidRDefault="0059223C" w:rsidP="00E435D8">
      <w:pPr>
        <w:pStyle w:val="ListParagraph"/>
        <w:ind w:left="0"/>
        <w:jc w:val="both"/>
        <w:rPr>
          <w:sz w:val="28"/>
          <w:szCs w:val="28"/>
        </w:rPr>
      </w:pPr>
    </w:p>
    <w:p w:rsidR="0059223C" w:rsidRDefault="0059223C" w:rsidP="00E435D8">
      <w:pPr>
        <w:pStyle w:val="ListParagraph"/>
        <w:ind w:left="0"/>
        <w:jc w:val="both"/>
        <w:rPr>
          <w:sz w:val="28"/>
          <w:szCs w:val="28"/>
        </w:rPr>
      </w:pPr>
    </w:p>
    <w:p w:rsidR="0059223C" w:rsidRDefault="0059223C" w:rsidP="00E435D8">
      <w:pPr>
        <w:pStyle w:val="ListParagraph"/>
        <w:ind w:left="0"/>
        <w:jc w:val="both"/>
        <w:rPr>
          <w:sz w:val="28"/>
          <w:szCs w:val="28"/>
        </w:rPr>
      </w:pPr>
    </w:p>
    <w:p w:rsidR="0059223C" w:rsidRDefault="0059223C" w:rsidP="00E435D8">
      <w:pPr>
        <w:pStyle w:val="ListParagraph"/>
        <w:ind w:left="0"/>
        <w:jc w:val="both"/>
        <w:rPr>
          <w:sz w:val="28"/>
          <w:szCs w:val="28"/>
        </w:rPr>
      </w:pPr>
    </w:p>
    <w:p w:rsidR="0059223C" w:rsidRPr="00B160A2" w:rsidRDefault="0059223C" w:rsidP="00E435D8">
      <w:pPr>
        <w:pStyle w:val="ListParagraph"/>
        <w:ind w:left="0"/>
        <w:jc w:val="both"/>
        <w:rPr>
          <w:sz w:val="28"/>
          <w:szCs w:val="28"/>
        </w:rPr>
      </w:pPr>
    </w:p>
    <w:p w:rsidR="0059223C" w:rsidRPr="00B160A2" w:rsidRDefault="0059223C" w:rsidP="006A6587">
      <w:pPr>
        <w:pStyle w:val="ListParagraph"/>
        <w:numPr>
          <w:ilvl w:val="0"/>
          <w:numId w:val="21"/>
        </w:numPr>
        <w:jc w:val="center"/>
        <w:rPr>
          <w:b/>
          <w:bCs/>
          <w:sz w:val="28"/>
          <w:szCs w:val="28"/>
        </w:rPr>
      </w:pPr>
      <w:r w:rsidRPr="00B160A2">
        <w:rPr>
          <w:b/>
          <w:bCs/>
          <w:sz w:val="28"/>
          <w:szCs w:val="28"/>
        </w:rPr>
        <w:t>Мероприятия подпрограммы</w:t>
      </w:r>
    </w:p>
    <w:p w:rsidR="0059223C" w:rsidRPr="00B160A2" w:rsidRDefault="0059223C" w:rsidP="00B471DE">
      <w:pPr>
        <w:pStyle w:val="ListParagraph"/>
        <w:autoSpaceDE w:val="0"/>
        <w:autoSpaceDN w:val="0"/>
        <w:adjustRightInd w:val="0"/>
        <w:ind w:left="383"/>
      </w:pPr>
    </w:p>
    <w:p w:rsidR="0059223C" w:rsidRPr="00B160A2" w:rsidRDefault="0059223C" w:rsidP="00615DA3">
      <w:pPr>
        <w:ind w:left="360"/>
        <w:jc w:val="both"/>
        <w:rPr>
          <w:b/>
          <w:bCs/>
          <w:sz w:val="28"/>
          <w:szCs w:val="28"/>
        </w:rPr>
      </w:pPr>
      <w:r w:rsidRPr="00B160A2">
        <w:rPr>
          <w:sz w:val="28"/>
          <w:szCs w:val="28"/>
        </w:rPr>
        <w:t xml:space="preserve">       Перечень мероприятий подпрограммы с указанием объема средств на их реализацию и ожидаемых результатов – приложение № 2 подпрограммы  </w:t>
      </w:r>
      <w:r w:rsidRPr="00B160A2">
        <w:rPr>
          <w:b/>
          <w:bCs/>
          <w:sz w:val="32"/>
          <w:szCs w:val="32"/>
        </w:rPr>
        <w:t>«</w:t>
      </w:r>
      <w:r w:rsidRPr="00B160A2">
        <w:rPr>
          <w:bCs/>
          <w:sz w:val="28"/>
          <w:szCs w:val="28"/>
        </w:rPr>
        <w:t>Благоустройство территории Удачинского сельсовета »</w:t>
      </w:r>
    </w:p>
    <w:p w:rsidR="0059223C" w:rsidRPr="00B160A2" w:rsidRDefault="0059223C" w:rsidP="00F06B12">
      <w:pPr>
        <w:jc w:val="both"/>
        <w:rPr>
          <w:sz w:val="28"/>
          <w:szCs w:val="28"/>
        </w:rPr>
      </w:pPr>
    </w:p>
    <w:p w:rsidR="0059223C" w:rsidRPr="00B160A2" w:rsidRDefault="0059223C" w:rsidP="006A6587">
      <w:pPr>
        <w:pStyle w:val="ListParagraph"/>
        <w:numPr>
          <w:ilvl w:val="0"/>
          <w:numId w:val="21"/>
        </w:numPr>
        <w:rPr>
          <w:b/>
          <w:bCs/>
          <w:sz w:val="28"/>
          <w:szCs w:val="28"/>
        </w:rPr>
      </w:pPr>
      <w:r w:rsidRPr="00B160A2">
        <w:rPr>
          <w:b/>
          <w:bCs/>
          <w:sz w:val="28"/>
          <w:szCs w:val="28"/>
        </w:rPr>
        <w:t>Обеспечение финансовых, материальных и трудовых затрат</w:t>
      </w:r>
    </w:p>
    <w:p w:rsidR="0059223C" w:rsidRPr="00012B29" w:rsidRDefault="0059223C" w:rsidP="00904221">
      <w:pPr>
        <w:jc w:val="both"/>
        <w:rPr>
          <w:sz w:val="28"/>
          <w:szCs w:val="28"/>
        </w:rPr>
      </w:pPr>
      <w:r w:rsidRPr="00012B29">
        <w:rPr>
          <w:sz w:val="28"/>
          <w:szCs w:val="28"/>
        </w:rPr>
        <w:t>Общий объем финансирования программы составляет:</w:t>
      </w:r>
    </w:p>
    <w:p w:rsidR="0059223C" w:rsidRPr="00012B29" w:rsidRDefault="0059223C" w:rsidP="0090422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2020 - 2022 годах –</w:t>
      </w:r>
      <w:r w:rsidRPr="00012B29">
        <w:rPr>
          <w:sz w:val="28"/>
          <w:szCs w:val="28"/>
        </w:rPr>
        <w:t xml:space="preserve"> </w:t>
      </w:r>
      <w:r>
        <w:rPr>
          <w:sz w:val="28"/>
          <w:szCs w:val="28"/>
        </w:rPr>
        <w:t>2515,6</w:t>
      </w:r>
      <w:r w:rsidRPr="00012B29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012B29">
        <w:rPr>
          <w:sz w:val="28"/>
          <w:szCs w:val="28"/>
        </w:rPr>
        <w:t xml:space="preserve">рублей, </w:t>
      </w:r>
    </w:p>
    <w:p w:rsidR="0059223C" w:rsidRPr="00012B29" w:rsidRDefault="0059223C" w:rsidP="009042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2B29">
        <w:rPr>
          <w:sz w:val="28"/>
          <w:szCs w:val="28"/>
        </w:rPr>
        <w:t>в том числе:</w:t>
      </w:r>
    </w:p>
    <w:p w:rsidR="0059223C" w:rsidRPr="00012B29" w:rsidRDefault="0059223C" w:rsidP="009042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2B29">
        <w:rPr>
          <w:sz w:val="28"/>
          <w:szCs w:val="28"/>
        </w:rPr>
        <w:t xml:space="preserve">средства местного бюджета </w:t>
      </w:r>
      <w:r>
        <w:rPr>
          <w:sz w:val="28"/>
          <w:szCs w:val="28"/>
        </w:rPr>
        <w:t>– 2515,6</w:t>
      </w:r>
      <w:r w:rsidRPr="00012B29">
        <w:rPr>
          <w:sz w:val="28"/>
          <w:szCs w:val="28"/>
        </w:rPr>
        <w:t xml:space="preserve"> тыс. рублей</w:t>
      </w:r>
    </w:p>
    <w:p w:rsidR="0059223C" w:rsidRPr="00012B29" w:rsidRDefault="0059223C" w:rsidP="009042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2B29">
        <w:rPr>
          <w:sz w:val="28"/>
          <w:szCs w:val="28"/>
        </w:rPr>
        <w:t>по годам:</w:t>
      </w:r>
    </w:p>
    <w:p w:rsidR="0059223C" w:rsidRPr="00012B29" w:rsidRDefault="0059223C" w:rsidP="009042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2B29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012B29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012B29">
        <w:rPr>
          <w:sz w:val="28"/>
          <w:szCs w:val="28"/>
        </w:rPr>
        <w:t xml:space="preserve"> </w:t>
      </w:r>
      <w:r>
        <w:rPr>
          <w:sz w:val="28"/>
          <w:szCs w:val="28"/>
        </w:rPr>
        <w:t>905,6</w:t>
      </w:r>
      <w:r w:rsidRPr="00012B29">
        <w:rPr>
          <w:sz w:val="28"/>
          <w:szCs w:val="28"/>
        </w:rPr>
        <w:t xml:space="preserve"> тыс. рублей</w:t>
      </w:r>
    </w:p>
    <w:p w:rsidR="0059223C" w:rsidRPr="00012B29" w:rsidRDefault="0059223C" w:rsidP="009042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2B29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012B2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 xml:space="preserve"> 805,0 </w:t>
      </w:r>
      <w:r w:rsidRPr="00012B29">
        <w:rPr>
          <w:sz w:val="28"/>
          <w:szCs w:val="28"/>
        </w:rPr>
        <w:t>тыс. рублей</w:t>
      </w:r>
    </w:p>
    <w:p w:rsidR="0059223C" w:rsidRPr="00012B29" w:rsidRDefault="0059223C" w:rsidP="0090422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12B2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012B29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805,0</w:t>
      </w:r>
      <w:r w:rsidRPr="00012B29">
        <w:rPr>
          <w:sz w:val="28"/>
          <w:szCs w:val="28"/>
        </w:rPr>
        <w:t xml:space="preserve"> тыс. рублей</w:t>
      </w:r>
    </w:p>
    <w:p w:rsidR="0059223C" w:rsidRPr="00B160A2" w:rsidRDefault="0059223C" w:rsidP="00904221">
      <w:pPr>
        <w:jc w:val="both"/>
        <w:rPr>
          <w:sz w:val="28"/>
          <w:szCs w:val="28"/>
        </w:rPr>
      </w:pPr>
    </w:p>
    <w:p w:rsidR="0059223C" w:rsidRPr="00B160A2" w:rsidRDefault="0059223C" w:rsidP="00F06B12">
      <w:pPr>
        <w:jc w:val="both"/>
        <w:rPr>
          <w:iCs/>
          <w:sz w:val="28"/>
          <w:szCs w:val="28"/>
        </w:rPr>
      </w:pPr>
      <w:r w:rsidRPr="00B160A2">
        <w:rPr>
          <w:iCs/>
          <w:sz w:val="28"/>
          <w:szCs w:val="28"/>
        </w:rPr>
        <w:t xml:space="preserve">      Объемы средств бюджетов всех уровней для финансирования подпрограммы  носят прогнозный характер и подлежат ежегодной корректировке.</w:t>
      </w:r>
    </w:p>
    <w:p w:rsidR="0059223C" w:rsidRPr="00B160A2" w:rsidRDefault="0059223C" w:rsidP="00F06B12">
      <w:pPr>
        <w:jc w:val="both"/>
      </w:pPr>
      <w:r w:rsidRPr="00B160A2">
        <w:rPr>
          <w:iCs/>
          <w:sz w:val="28"/>
          <w:szCs w:val="28"/>
        </w:rPr>
        <w:t xml:space="preserve"> (Приложение №3)</w:t>
      </w:r>
    </w:p>
    <w:p w:rsidR="0059223C" w:rsidRPr="00B160A2" w:rsidRDefault="0059223C" w:rsidP="00F06B12">
      <w:pPr>
        <w:jc w:val="both"/>
      </w:pPr>
    </w:p>
    <w:p w:rsidR="0059223C" w:rsidRPr="00B160A2" w:rsidRDefault="0059223C" w:rsidP="00F06B12">
      <w:pPr>
        <w:jc w:val="both"/>
      </w:pPr>
    </w:p>
    <w:p w:rsidR="0059223C" w:rsidRPr="00B160A2" w:rsidRDefault="0059223C" w:rsidP="00F06B12">
      <w:pPr>
        <w:jc w:val="both"/>
      </w:pPr>
    </w:p>
    <w:p w:rsidR="0059223C" w:rsidRPr="00B160A2" w:rsidRDefault="0059223C" w:rsidP="00F06B12">
      <w:pPr>
        <w:jc w:val="both"/>
      </w:pPr>
    </w:p>
    <w:p w:rsidR="0059223C" w:rsidRPr="00B160A2" w:rsidRDefault="0059223C" w:rsidP="00F06B12">
      <w:pPr>
        <w:jc w:val="both"/>
      </w:pPr>
    </w:p>
    <w:p w:rsidR="0059223C" w:rsidRPr="00B160A2" w:rsidRDefault="0059223C" w:rsidP="00F06B12">
      <w:pPr>
        <w:jc w:val="both"/>
      </w:pPr>
    </w:p>
    <w:p w:rsidR="0059223C" w:rsidRPr="00B160A2" w:rsidRDefault="0059223C" w:rsidP="00F06B12">
      <w:pPr>
        <w:jc w:val="both"/>
      </w:pPr>
    </w:p>
    <w:p w:rsidR="0059223C" w:rsidRPr="00B160A2" w:rsidRDefault="0059223C" w:rsidP="0055226B">
      <w:pPr>
        <w:rPr>
          <w:sz w:val="28"/>
          <w:szCs w:val="28"/>
        </w:rPr>
        <w:sectPr w:rsidR="0059223C" w:rsidRPr="00B160A2" w:rsidSect="004F2675">
          <w:pgSz w:w="11906" w:h="16838"/>
          <w:pgMar w:top="851" w:right="851" w:bottom="1134" w:left="1134" w:header="709" w:footer="709" w:gutter="0"/>
          <w:cols w:space="708"/>
          <w:docGrid w:linePitch="381"/>
        </w:sectPr>
      </w:pPr>
    </w:p>
    <w:p w:rsidR="0059223C" w:rsidRPr="00B160A2" w:rsidRDefault="0059223C" w:rsidP="00F06B12">
      <w:pPr>
        <w:autoSpaceDE w:val="0"/>
        <w:autoSpaceDN w:val="0"/>
        <w:adjustRightInd w:val="0"/>
        <w:ind w:left="9781"/>
        <w:jc w:val="both"/>
      </w:pPr>
      <w:r w:rsidRPr="00B160A2">
        <w:t xml:space="preserve">Приложение № 1 </w:t>
      </w:r>
    </w:p>
    <w:p w:rsidR="0059223C" w:rsidRPr="00B160A2" w:rsidRDefault="0059223C" w:rsidP="00F06B12">
      <w:pPr>
        <w:autoSpaceDE w:val="0"/>
        <w:autoSpaceDN w:val="0"/>
        <w:adjustRightInd w:val="0"/>
        <w:ind w:left="9781"/>
      </w:pPr>
      <w:r w:rsidRPr="00B160A2">
        <w:t>к подпрограмме, реализуемой в рамках муниципальных программ Удачинского сельсовета</w:t>
      </w:r>
    </w:p>
    <w:p w:rsidR="0059223C" w:rsidRPr="00B160A2" w:rsidRDefault="0059223C" w:rsidP="00F06B12">
      <w:pPr>
        <w:autoSpaceDE w:val="0"/>
        <w:autoSpaceDN w:val="0"/>
        <w:adjustRightInd w:val="0"/>
        <w:ind w:firstLine="540"/>
        <w:jc w:val="both"/>
      </w:pPr>
    </w:p>
    <w:p w:rsidR="0059223C" w:rsidRPr="00B160A2" w:rsidRDefault="0059223C" w:rsidP="00F06B12">
      <w:pPr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r w:rsidRPr="00B160A2">
        <w:rPr>
          <w:sz w:val="28"/>
          <w:szCs w:val="28"/>
        </w:rPr>
        <w:t>Перечень целевых индикаторов подпрограммы</w:t>
      </w:r>
    </w:p>
    <w:p w:rsidR="0059223C" w:rsidRPr="00B160A2" w:rsidRDefault="0059223C" w:rsidP="00F06B12">
      <w:pPr>
        <w:autoSpaceDE w:val="0"/>
        <w:autoSpaceDN w:val="0"/>
        <w:adjustRightInd w:val="0"/>
        <w:ind w:firstLine="540"/>
        <w:jc w:val="center"/>
      </w:pPr>
    </w:p>
    <w:tbl>
      <w:tblPr>
        <w:tblW w:w="13300" w:type="dxa"/>
        <w:tblInd w:w="2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0"/>
        <w:gridCol w:w="2424"/>
        <w:gridCol w:w="1496"/>
        <w:gridCol w:w="1960"/>
        <w:gridCol w:w="1960"/>
        <w:gridCol w:w="2240"/>
        <w:gridCol w:w="2520"/>
      </w:tblGrid>
      <w:tr w:rsidR="0059223C" w:rsidRPr="00B160A2" w:rsidTr="008470E5">
        <w:trPr>
          <w:cantSplit/>
          <w:trHeight w:val="24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 xml:space="preserve">№  </w:t>
            </w:r>
            <w:r w:rsidRPr="00D40C3A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 xml:space="preserve">Цель,    </w:t>
            </w:r>
            <w:r w:rsidRPr="00D40C3A">
              <w:rPr>
                <w:sz w:val="24"/>
                <w:szCs w:val="24"/>
              </w:rPr>
              <w:br/>
              <w:t>целевые индикаторы</w:t>
            </w:r>
            <w:r w:rsidRPr="00D40C3A">
              <w:rPr>
                <w:sz w:val="24"/>
                <w:szCs w:val="24"/>
              </w:rPr>
              <w:br/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Единица</w:t>
            </w:r>
            <w:r w:rsidRPr="00D40C3A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 xml:space="preserve">Источник </w:t>
            </w:r>
            <w:r w:rsidRPr="00D40C3A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2020г.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2021г.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2022г.</w:t>
            </w:r>
          </w:p>
        </w:tc>
      </w:tr>
      <w:tr w:rsidR="0059223C" w:rsidRPr="00B160A2" w:rsidTr="008470E5">
        <w:trPr>
          <w:cantSplit/>
          <w:trHeight w:val="24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1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b/>
                <w:bCs/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 xml:space="preserve">Цель подпрограммы: </w:t>
            </w:r>
          </w:p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Организация благоустройства населенных пунктов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6355C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59223C" w:rsidRPr="00B160A2" w:rsidTr="008470E5">
        <w:trPr>
          <w:cantSplit/>
          <w:trHeight w:val="36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2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Целевой индикатор 1</w:t>
            </w:r>
          </w:p>
          <w:p w:rsidR="0059223C" w:rsidRPr="00D40C3A" w:rsidRDefault="0059223C" w:rsidP="00D763D7">
            <w:pPr>
              <w:pStyle w:val="ListParagraph"/>
              <w:ind w:left="420"/>
            </w:pPr>
            <w:r w:rsidRPr="00D40C3A">
              <w:t>100% освещенность улично-дорожной сети населенных пунктов</w:t>
            </w:r>
          </w:p>
          <w:p w:rsidR="0059223C" w:rsidRPr="00D40C3A" w:rsidRDefault="0059223C" w:rsidP="00ED00DA">
            <w:pPr>
              <w:pStyle w:val="ListParagraph"/>
              <w:ind w:left="0"/>
            </w:pPr>
          </w:p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%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отчетность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CD76D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100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CD76D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100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CD76D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100</w:t>
            </w:r>
          </w:p>
        </w:tc>
      </w:tr>
      <w:tr w:rsidR="0059223C" w:rsidRPr="00B160A2" w:rsidTr="008470E5">
        <w:trPr>
          <w:cantSplit/>
          <w:trHeight w:val="240"/>
        </w:trPr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3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6355C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Целевой индикатор 2</w:t>
            </w:r>
          </w:p>
          <w:p w:rsidR="0059223C" w:rsidRPr="00D40C3A" w:rsidRDefault="0059223C" w:rsidP="008011AC">
            <w:pPr>
              <w:pStyle w:val="ListParagraph"/>
              <w:ind w:left="420"/>
            </w:pPr>
            <w:r w:rsidRPr="00D40C3A">
              <w:t xml:space="preserve"> Уборка территории от мусора </w:t>
            </w:r>
          </w:p>
          <w:p w:rsidR="0059223C" w:rsidRPr="00D40C3A" w:rsidRDefault="0059223C" w:rsidP="006355C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%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2E02A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отчетность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CD76D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90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CD76D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90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3C" w:rsidRPr="00D40C3A" w:rsidRDefault="0059223C" w:rsidP="00CD76D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40C3A">
              <w:rPr>
                <w:sz w:val="24"/>
                <w:szCs w:val="24"/>
              </w:rPr>
              <w:t>90</w:t>
            </w:r>
          </w:p>
        </w:tc>
      </w:tr>
    </w:tbl>
    <w:p w:rsidR="0059223C" w:rsidRPr="00B160A2" w:rsidRDefault="0059223C" w:rsidP="00F06B12">
      <w:pPr>
        <w:autoSpaceDE w:val="0"/>
        <w:autoSpaceDN w:val="0"/>
        <w:adjustRightInd w:val="0"/>
        <w:ind w:firstLine="540"/>
        <w:jc w:val="center"/>
      </w:pPr>
    </w:p>
    <w:p w:rsidR="0059223C" w:rsidRPr="00B160A2" w:rsidRDefault="0059223C" w:rsidP="00F06B12">
      <w:pPr>
        <w:autoSpaceDE w:val="0"/>
        <w:autoSpaceDN w:val="0"/>
        <w:adjustRightInd w:val="0"/>
        <w:ind w:firstLine="540"/>
        <w:jc w:val="both"/>
      </w:pPr>
    </w:p>
    <w:p w:rsidR="0059223C" w:rsidRPr="00B160A2" w:rsidRDefault="0059223C" w:rsidP="00F06B12">
      <w:pPr>
        <w:autoSpaceDE w:val="0"/>
        <w:autoSpaceDN w:val="0"/>
        <w:adjustRightInd w:val="0"/>
        <w:ind w:firstLine="540"/>
        <w:jc w:val="both"/>
      </w:pPr>
    </w:p>
    <w:p w:rsidR="0059223C" w:rsidRPr="00B160A2" w:rsidRDefault="0059223C" w:rsidP="00F06B12">
      <w:pPr>
        <w:autoSpaceDE w:val="0"/>
        <w:autoSpaceDN w:val="0"/>
        <w:adjustRightInd w:val="0"/>
        <w:ind w:firstLine="540"/>
        <w:jc w:val="both"/>
      </w:pPr>
    </w:p>
    <w:p w:rsidR="0059223C" w:rsidRPr="00B160A2" w:rsidRDefault="0059223C" w:rsidP="00F06B12">
      <w:pPr>
        <w:autoSpaceDE w:val="0"/>
        <w:autoSpaceDN w:val="0"/>
        <w:adjustRightInd w:val="0"/>
        <w:ind w:firstLine="540"/>
        <w:jc w:val="both"/>
      </w:pPr>
    </w:p>
    <w:p w:rsidR="0059223C" w:rsidRPr="00B160A2" w:rsidRDefault="0059223C" w:rsidP="00F06B12">
      <w:pPr>
        <w:autoSpaceDE w:val="0"/>
        <w:autoSpaceDN w:val="0"/>
        <w:adjustRightInd w:val="0"/>
        <w:ind w:firstLine="540"/>
        <w:jc w:val="both"/>
      </w:pPr>
    </w:p>
    <w:p w:rsidR="0059223C" w:rsidRPr="00B160A2" w:rsidRDefault="0059223C" w:rsidP="00F06B12">
      <w:pPr>
        <w:autoSpaceDE w:val="0"/>
        <w:autoSpaceDN w:val="0"/>
        <w:adjustRightInd w:val="0"/>
        <w:ind w:firstLine="540"/>
        <w:jc w:val="both"/>
      </w:pPr>
    </w:p>
    <w:p w:rsidR="0059223C" w:rsidRDefault="0059223C" w:rsidP="00B160A2">
      <w:pPr>
        <w:pStyle w:val="ConsPlusNormal"/>
        <w:widowControl/>
        <w:ind w:firstLine="0"/>
        <w:outlineLvl w:val="2"/>
        <w:rPr>
          <w:sz w:val="24"/>
          <w:szCs w:val="24"/>
        </w:rPr>
      </w:pPr>
      <w:r w:rsidRPr="00B160A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59223C" w:rsidRDefault="0059223C" w:rsidP="00B160A2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:rsidR="0059223C" w:rsidRPr="00344C64" w:rsidRDefault="0059223C" w:rsidP="004A68DE">
      <w:pPr>
        <w:pStyle w:val="ConsPlusNormal"/>
        <w:widowControl/>
        <w:ind w:firstLine="0"/>
        <w:outlineLvl w:val="2"/>
        <w:rPr>
          <w:sz w:val="24"/>
          <w:szCs w:val="24"/>
        </w:rPr>
      </w:pPr>
      <w:r w:rsidRPr="00344C6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</w:t>
      </w:r>
    </w:p>
    <w:p w:rsidR="0059223C" w:rsidRPr="00344C64" w:rsidRDefault="0059223C" w:rsidP="004A68DE">
      <w:pPr>
        <w:pStyle w:val="ListParagraph"/>
        <w:autoSpaceDE w:val="0"/>
        <w:autoSpaceDN w:val="0"/>
        <w:adjustRightInd w:val="0"/>
        <w:ind w:left="383"/>
        <w:rPr>
          <w:sz w:val="22"/>
          <w:szCs w:val="22"/>
        </w:rPr>
      </w:pPr>
    </w:p>
    <w:p w:rsidR="0059223C" w:rsidRPr="00344C64" w:rsidRDefault="0059223C" w:rsidP="004A68DE">
      <w:pPr>
        <w:pStyle w:val="ListParagraph"/>
        <w:autoSpaceDE w:val="0"/>
        <w:autoSpaceDN w:val="0"/>
        <w:adjustRightInd w:val="0"/>
        <w:ind w:left="383"/>
        <w:jc w:val="right"/>
        <w:rPr>
          <w:sz w:val="22"/>
          <w:szCs w:val="22"/>
        </w:rPr>
      </w:pPr>
      <w:r w:rsidRPr="00344C64">
        <w:rPr>
          <w:sz w:val="22"/>
          <w:szCs w:val="22"/>
        </w:rPr>
        <w:t xml:space="preserve">Приложение № 2 </w:t>
      </w:r>
    </w:p>
    <w:p w:rsidR="0059223C" w:rsidRPr="00344C64" w:rsidRDefault="0059223C" w:rsidP="004A68DE">
      <w:pPr>
        <w:pStyle w:val="ListParagraph"/>
        <w:autoSpaceDE w:val="0"/>
        <w:autoSpaceDN w:val="0"/>
        <w:adjustRightInd w:val="0"/>
        <w:ind w:left="383"/>
        <w:jc w:val="right"/>
        <w:rPr>
          <w:sz w:val="22"/>
          <w:szCs w:val="22"/>
        </w:rPr>
      </w:pPr>
      <w:r w:rsidRPr="00344C64">
        <w:rPr>
          <w:sz w:val="22"/>
          <w:szCs w:val="22"/>
        </w:rPr>
        <w:t xml:space="preserve">к  подпрограмме, реализуемой в рамках </w:t>
      </w:r>
    </w:p>
    <w:p w:rsidR="0059223C" w:rsidRPr="00344C64" w:rsidRDefault="0059223C" w:rsidP="004A68DE">
      <w:pPr>
        <w:pStyle w:val="ListParagraph"/>
        <w:autoSpaceDE w:val="0"/>
        <w:autoSpaceDN w:val="0"/>
        <w:adjustRightInd w:val="0"/>
        <w:ind w:left="383"/>
        <w:jc w:val="right"/>
        <w:rPr>
          <w:sz w:val="22"/>
          <w:szCs w:val="22"/>
        </w:rPr>
      </w:pPr>
      <w:r w:rsidRPr="00344C64">
        <w:rPr>
          <w:sz w:val="22"/>
          <w:szCs w:val="22"/>
        </w:rPr>
        <w:t>муниципальных программ Удачинского сельсовета</w:t>
      </w:r>
    </w:p>
    <w:p w:rsidR="0059223C" w:rsidRPr="00344C64" w:rsidRDefault="0059223C" w:rsidP="004A68DE">
      <w:pPr>
        <w:pStyle w:val="ListParagraph"/>
        <w:autoSpaceDE w:val="0"/>
        <w:autoSpaceDN w:val="0"/>
        <w:adjustRightInd w:val="0"/>
        <w:ind w:left="383"/>
      </w:pPr>
    </w:p>
    <w:p w:rsidR="0059223C" w:rsidRPr="00344C64" w:rsidRDefault="0059223C" w:rsidP="004A68DE">
      <w:pPr>
        <w:pStyle w:val="ListParagraph"/>
        <w:ind w:left="38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44C64">
        <w:rPr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000" w:type="dxa"/>
        <w:jc w:val="right"/>
        <w:tblInd w:w="-1131" w:type="dxa"/>
        <w:tblLayout w:type="fixed"/>
        <w:tblLook w:val="00A0"/>
      </w:tblPr>
      <w:tblGrid>
        <w:gridCol w:w="3239"/>
        <w:gridCol w:w="1960"/>
        <w:gridCol w:w="839"/>
        <w:gridCol w:w="851"/>
        <w:gridCol w:w="1596"/>
        <w:gridCol w:w="700"/>
        <w:gridCol w:w="1455"/>
        <w:gridCol w:w="1400"/>
        <w:gridCol w:w="999"/>
        <w:gridCol w:w="961"/>
      </w:tblGrid>
      <w:tr w:rsidR="0059223C" w:rsidRPr="0052446E" w:rsidTr="00D40C3A">
        <w:trPr>
          <w:trHeight w:val="675"/>
          <w:jc w:val="right"/>
        </w:trPr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Наименование  программы, подпрограммы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 xml:space="preserve">ГРБС </w:t>
            </w:r>
          </w:p>
        </w:tc>
        <w:tc>
          <w:tcPr>
            <w:tcW w:w="3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Код бюджетной классификации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 xml:space="preserve">Расходы </w:t>
            </w:r>
            <w:r w:rsidRPr="0052446E">
              <w:br/>
              <w:t>(тыс. руб.), годы</w:t>
            </w:r>
          </w:p>
        </w:tc>
      </w:tr>
      <w:tr w:rsidR="0059223C" w:rsidRPr="0052446E" w:rsidTr="00D40C3A">
        <w:trPr>
          <w:trHeight w:val="1354"/>
          <w:jc w:val="right"/>
        </w:trPr>
        <w:tc>
          <w:tcPr>
            <w:tcW w:w="3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РзПр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ЦСР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ВР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2021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</w:p>
          <w:p w:rsidR="0059223C" w:rsidRPr="0052446E" w:rsidRDefault="0059223C" w:rsidP="00A20247">
            <w:pPr>
              <w:jc w:val="center"/>
            </w:pPr>
            <w:r w:rsidRPr="0052446E">
              <w:t>2022</w:t>
            </w:r>
          </w:p>
          <w:p w:rsidR="0059223C" w:rsidRPr="0052446E" w:rsidRDefault="0059223C" w:rsidP="00A20247"/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65F5E">
            <w:r w:rsidRPr="0052446E">
              <w:t>Итого</w:t>
            </w:r>
          </w:p>
        </w:tc>
      </w:tr>
      <w:tr w:rsidR="0059223C" w:rsidRPr="0052446E" w:rsidTr="0052446E">
        <w:trPr>
          <w:trHeight w:val="360"/>
          <w:jc w:val="right"/>
        </w:trPr>
        <w:tc>
          <w:tcPr>
            <w:tcW w:w="1400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3C" w:rsidRPr="0052446E" w:rsidRDefault="0059223C" w:rsidP="00A65F5E">
            <w:r w:rsidRPr="0052446E">
              <w:t>Цель подпрограммы: Организация благоустройства населенных пунктов</w:t>
            </w:r>
          </w:p>
        </w:tc>
      </w:tr>
      <w:tr w:rsidR="0059223C" w:rsidRPr="0052446E" w:rsidTr="0052446E">
        <w:trPr>
          <w:trHeight w:val="360"/>
          <w:jc w:val="right"/>
        </w:trPr>
        <w:tc>
          <w:tcPr>
            <w:tcW w:w="1400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3C" w:rsidRPr="0052446E" w:rsidRDefault="0059223C" w:rsidP="00A65F5E">
            <w:r w:rsidRPr="0052446E">
              <w:t>Задача: Улучшение состояния территории населенных пунктов</w:t>
            </w:r>
          </w:p>
        </w:tc>
      </w:tr>
      <w:tr w:rsidR="0059223C" w:rsidRPr="0052446E" w:rsidTr="00D40C3A">
        <w:trPr>
          <w:trHeight w:val="36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Подпрограмма «Благоустройство территории Удачинского сельсовета»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r w:rsidRPr="0052446E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r w:rsidRPr="0052446E"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both"/>
            </w:pPr>
            <w:r w:rsidRPr="0052446E">
              <w:t>0110000000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r w:rsidRPr="0052446E">
              <w:t>Х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A20247">
            <w:pPr>
              <w:jc w:val="center"/>
            </w:pPr>
            <w:r w:rsidRPr="00D40C3A">
              <w:t>905,6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A20247">
            <w:pPr>
              <w:jc w:val="center"/>
            </w:pPr>
            <w:r w:rsidRPr="00D40C3A">
              <w:t>805,0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A20247">
            <w:pPr>
              <w:jc w:val="center"/>
            </w:pPr>
            <w:r w:rsidRPr="00D40C3A">
              <w:t>805,0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A20247">
            <w:pPr>
              <w:jc w:val="center"/>
            </w:pPr>
            <w:r w:rsidRPr="00D40C3A">
              <w:t>2515,6</w:t>
            </w:r>
          </w:p>
        </w:tc>
      </w:tr>
      <w:tr w:rsidR="0059223C" w:rsidRPr="0052446E" w:rsidTr="00D40C3A">
        <w:trPr>
          <w:trHeight w:val="36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Мероприятие </w:t>
            </w:r>
          </w:p>
          <w:p w:rsidR="0059223C" w:rsidRPr="0052446E" w:rsidRDefault="0059223C" w:rsidP="00A20247">
            <w:r w:rsidRPr="0052446E">
              <w:t>Содержание уличного освещения</w:t>
            </w:r>
          </w:p>
          <w:p w:rsidR="0059223C" w:rsidRPr="0052446E" w:rsidRDefault="0059223C" w:rsidP="00A20247"/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/>
          <w:p w:rsidR="0059223C" w:rsidRPr="0052446E" w:rsidRDefault="0059223C" w:rsidP="00A20247">
            <w:r w:rsidRPr="0052446E">
              <w:t>825</w:t>
            </w:r>
          </w:p>
          <w:p w:rsidR="0059223C" w:rsidRPr="0052446E" w:rsidRDefault="0059223C" w:rsidP="00A20247"/>
          <w:p w:rsidR="0059223C" w:rsidRPr="0052446E" w:rsidRDefault="0059223C" w:rsidP="00A20247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/>
          <w:p w:rsidR="0059223C" w:rsidRPr="0052446E" w:rsidRDefault="0059223C" w:rsidP="00A20247">
            <w:r w:rsidRPr="0052446E">
              <w:t>0503</w:t>
            </w:r>
          </w:p>
          <w:p w:rsidR="0059223C" w:rsidRPr="0052446E" w:rsidRDefault="0059223C" w:rsidP="00A20247"/>
          <w:p w:rsidR="0059223C" w:rsidRPr="0052446E" w:rsidRDefault="0059223C" w:rsidP="00A20247"/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both"/>
            </w:pPr>
          </w:p>
          <w:p w:rsidR="0059223C" w:rsidRPr="0052446E" w:rsidRDefault="0059223C" w:rsidP="00A20247">
            <w:pPr>
              <w:jc w:val="both"/>
            </w:pPr>
            <w:r w:rsidRPr="0052446E">
              <w:t>0110000010</w:t>
            </w:r>
          </w:p>
          <w:p w:rsidR="0059223C" w:rsidRPr="0052446E" w:rsidRDefault="0059223C" w:rsidP="00A20247">
            <w:pPr>
              <w:jc w:val="both"/>
            </w:pPr>
          </w:p>
          <w:p w:rsidR="0059223C" w:rsidRPr="0052446E" w:rsidRDefault="0059223C" w:rsidP="00A20247">
            <w:pPr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/>
          <w:p w:rsidR="0059223C" w:rsidRPr="0052446E" w:rsidRDefault="0059223C" w:rsidP="00A20247">
            <w:r w:rsidRPr="0052446E">
              <w:t>240</w:t>
            </w:r>
          </w:p>
          <w:p w:rsidR="0059223C" w:rsidRPr="0052446E" w:rsidRDefault="0059223C" w:rsidP="00A20247"/>
          <w:p w:rsidR="0059223C" w:rsidRPr="0052446E" w:rsidRDefault="0059223C" w:rsidP="00A20247"/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A20247">
            <w:pPr>
              <w:jc w:val="center"/>
            </w:pPr>
          </w:p>
          <w:p w:rsidR="0059223C" w:rsidRPr="00D40C3A" w:rsidRDefault="0059223C" w:rsidP="0052446E">
            <w:r w:rsidRPr="00D40C3A">
              <w:t xml:space="preserve">     450,0</w:t>
            </w:r>
          </w:p>
          <w:p w:rsidR="0059223C" w:rsidRPr="00D40C3A" w:rsidRDefault="0059223C" w:rsidP="00A20247">
            <w:pPr>
              <w:jc w:val="center"/>
            </w:pPr>
          </w:p>
          <w:p w:rsidR="0059223C" w:rsidRPr="00D40C3A" w:rsidRDefault="0059223C" w:rsidP="00A20247">
            <w:pPr>
              <w:ind w:firstLine="708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A20247">
            <w:pPr>
              <w:jc w:val="center"/>
            </w:pPr>
          </w:p>
          <w:p w:rsidR="0059223C" w:rsidRPr="00D40C3A" w:rsidRDefault="0059223C" w:rsidP="00A20247">
            <w:pPr>
              <w:jc w:val="center"/>
            </w:pPr>
            <w:r w:rsidRPr="00D40C3A">
              <w:t>450,0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A20247">
            <w:pPr>
              <w:jc w:val="center"/>
            </w:pPr>
          </w:p>
          <w:p w:rsidR="0059223C" w:rsidRPr="00D40C3A" w:rsidRDefault="0059223C" w:rsidP="00A20247">
            <w:pPr>
              <w:jc w:val="center"/>
            </w:pPr>
            <w:r w:rsidRPr="00D40C3A">
              <w:t>450,0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A20247">
            <w:pPr>
              <w:jc w:val="center"/>
            </w:pPr>
          </w:p>
          <w:p w:rsidR="0059223C" w:rsidRPr="00D40C3A" w:rsidRDefault="0059223C" w:rsidP="0052446E">
            <w:r w:rsidRPr="00D40C3A">
              <w:t>1350,0</w:t>
            </w:r>
          </w:p>
        </w:tc>
      </w:tr>
      <w:tr w:rsidR="0059223C" w:rsidRPr="00D40C3A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Мероприятие </w:t>
            </w:r>
          </w:p>
          <w:p w:rsidR="0059223C" w:rsidRPr="0052446E" w:rsidRDefault="0059223C" w:rsidP="00A20247">
            <w:r w:rsidRPr="0052446E">
              <w:t>Содержание территории населенных пунктов в чистоте и порядке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Администрация Удачинского сельсовета Большеулуйского района </w:t>
            </w:r>
          </w:p>
          <w:p w:rsidR="0059223C" w:rsidRPr="0052446E" w:rsidRDefault="0059223C" w:rsidP="00A20247">
            <w:r w:rsidRPr="0052446E">
              <w:t>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/>
          <w:p w:rsidR="0059223C" w:rsidRPr="0052446E" w:rsidRDefault="0059223C" w:rsidP="00A20247">
            <w:r w:rsidRPr="0052446E">
              <w:t>825</w:t>
            </w:r>
          </w:p>
          <w:p w:rsidR="0059223C" w:rsidRPr="0052446E" w:rsidRDefault="0059223C" w:rsidP="00A20247"/>
          <w:p w:rsidR="0059223C" w:rsidRPr="0052446E" w:rsidRDefault="0059223C" w:rsidP="00A20247"/>
          <w:p w:rsidR="0059223C" w:rsidRPr="0052446E" w:rsidRDefault="0059223C" w:rsidP="00A20247">
            <w:r w:rsidRPr="0052446E">
              <w:t>825</w:t>
            </w:r>
          </w:p>
          <w:p w:rsidR="0059223C" w:rsidRPr="0052446E" w:rsidRDefault="0059223C" w:rsidP="00A20247"/>
          <w:p w:rsidR="0059223C" w:rsidRPr="0052446E" w:rsidRDefault="0059223C" w:rsidP="00A20247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/>
          <w:p w:rsidR="0059223C" w:rsidRPr="0052446E" w:rsidRDefault="0059223C" w:rsidP="00A20247">
            <w:r w:rsidRPr="0052446E">
              <w:t>0503</w:t>
            </w:r>
          </w:p>
          <w:p w:rsidR="0059223C" w:rsidRPr="0052446E" w:rsidRDefault="0059223C" w:rsidP="00A20247"/>
          <w:p w:rsidR="0059223C" w:rsidRPr="0052446E" w:rsidRDefault="0059223C" w:rsidP="00A20247"/>
          <w:p w:rsidR="0059223C" w:rsidRPr="0052446E" w:rsidRDefault="0059223C" w:rsidP="00A20247">
            <w:r w:rsidRPr="0052446E">
              <w:t>0503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/>
          <w:p w:rsidR="0059223C" w:rsidRPr="0052446E" w:rsidRDefault="0059223C" w:rsidP="00A20247">
            <w:r w:rsidRPr="0052446E">
              <w:t>0110000020</w:t>
            </w:r>
          </w:p>
          <w:p w:rsidR="0059223C" w:rsidRPr="0052446E" w:rsidRDefault="0059223C" w:rsidP="00A20247"/>
          <w:p w:rsidR="0059223C" w:rsidRPr="0052446E" w:rsidRDefault="0059223C" w:rsidP="00A20247"/>
          <w:p w:rsidR="0059223C" w:rsidRPr="0052446E" w:rsidRDefault="0059223C" w:rsidP="00A20247">
            <w:r w:rsidRPr="0052446E">
              <w:t>0110000020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CD76D3">
            <w:pPr>
              <w:jc w:val="center"/>
            </w:pPr>
          </w:p>
          <w:p w:rsidR="0059223C" w:rsidRPr="0052446E" w:rsidRDefault="0059223C" w:rsidP="00CD76D3">
            <w:pPr>
              <w:jc w:val="center"/>
            </w:pPr>
            <w:r w:rsidRPr="0052446E">
              <w:t>240</w:t>
            </w:r>
          </w:p>
          <w:p w:rsidR="0059223C" w:rsidRPr="0052446E" w:rsidRDefault="0059223C" w:rsidP="00CD76D3">
            <w:pPr>
              <w:jc w:val="center"/>
            </w:pPr>
          </w:p>
          <w:p w:rsidR="0059223C" w:rsidRPr="0052446E" w:rsidRDefault="0059223C" w:rsidP="00CD76D3">
            <w:pPr>
              <w:jc w:val="center"/>
            </w:pPr>
          </w:p>
          <w:p w:rsidR="0059223C" w:rsidRPr="0052446E" w:rsidRDefault="0059223C" w:rsidP="00CD76D3">
            <w:pPr>
              <w:jc w:val="center"/>
            </w:pPr>
            <w:r w:rsidRPr="0052446E">
              <w:t>850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ind w:firstLine="708"/>
              <w:jc w:val="center"/>
            </w:pPr>
            <w:r w:rsidRPr="00D40C3A">
              <w:t>80,0</w:t>
            </w: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ind w:firstLine="708"/>
              <w:jc w:val="center"/>
            </w:pPr>
            <w:r w:rsidRPr="00D40C3A">
              <w:t>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  <w:r w:rsidRPr="00D40C3A">
              <w:t>80,0</w:t>
            </w: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  <w:r w:rsidRPr="00D40C3A">
              <w:t>10,0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  <w:r w:rsidRPr="00D40C3A">
              <w:t>80,0</w:t>
            </w: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  <w:r w:rsidRPr="00D40C3A">
              <w:t>10,0</w:t>
            </w:r>
          </w:p>
          <w:p w:rsidR="0059223C" w:rsidRPr="00D40C3A" w:rsidRDefault="0059223C" w:rsidP="00CD76D3">
            <w:pPr>
              <w:jc w:val="center"/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  <w:r w:rsidRPr="00D40C3A">
              <w:t>240,0</w:t>
            </w: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  <w:r w:rsidRPr="00D40C3A">
              <w:t>30,0</w:t>
            </w:r>
          </w:p>
        </w:tc>
      </w:tr>
      <w:tr w:rsidR="0059223C" w:rsidRPr="00D40C3A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Мероприятие </w:t>
            </w:r>
          </w:p>
          <w:p w:rsidR="0059223C" w:rsidRPr="0052446E" w:rsidRDefault="0059223C" w:rsidP="00A20247">
            <w:r w:rsidRPr="0052446E"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  <w:p w:rsidR="0059223C" w:rsidRPr="0052446E" w:rsidRDefault="0059223C" w:rsidP="00A20247">
            <w:pPr>
              <w:jc w:val="center"/>
            </w:pPr>
          </w:p>
          <w:p w:rsidR="0059223C" w:rsidRPr="0052446E" w:rsidRDefault="0059223C" w:rsidP="00A20247">
            <w:pPr>
              <w:jc w:val="center"/>
            </w:pPr>
          </w:p>
          <w:p w:rsidR="0059223C" w:rsidRPr="0052446E" w:rsidRDefault="0059223C" w:rsidP="00A20247">
            <w:pPr>
              <w:jc w:val="center"/>
            </w:pPr>
            <w:r w:rsidRPr="0052446E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/>
          <w:p w:rsidR="0059223C" w:rsidRPr="0052446E" w:rsidRDefault="0059223C" w:rsidP="00A20247"/>
          <w:p w:rsidR="0059223C" w:rsidRPr="0052446E" w:rsidRDefault="0059223C" w:rsidP="00A20247"/>
          <w:p w:rsidR="0059223C" w:rsidRPr="0052446E" w:rsidRDefault="0059223C" w:rsidP="00A20247">
            <w:r w:rsidRPr="0052446E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/>
          <w:p w:rsidR="0059223C" w:rsidRPr="0052446E" w:rsidRDefault="0059223C" w:rsidP="00A20247"/>
          <w:p w:rsidR="0059223C" w:rsidRPr="0052446E" w:rsidRDefault="0059223C" w:rsidP="00A20247"/>
          <w:p w:rsidR="0059223C" w:rsidRPr="0052446E" w:rsidRDefault="0059223C" w:rsidP="00A20247">
            <w:r w:rsidRPr="0052446E">
              <w:t>0110000030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CD76D3">
            <w:pPr>
              <w:jc w:val="center"/>
            </w:pPr>
          </w:p>
          <w:p w:rsidR="0059223C" w:rsidRPr="0052446E" w:rsidRDefault="0059223C" w:rsidP="00CD76D3">
            <w:pPr>
              <w:jc w:val="center"/>
            </w:pPr>
          </w:p>
          <w:p w:rsidR="0059223C" w:rsidRPr="0052446E" w:rsidRDefault="0059223C" w:rsidP="00CD76D3">
            <w:pPr>
              <w:jc w:val="center"/>
            </w:pPr>
          </w:p>
          <w:p w:rsidR="0059223C" w:rsidRPr="0052446E" w:rsidRDefault="0059223C" w:rsidP="00CD76D3">
            <w:pPr>
              <w:jc w:val="center"/>
            </w:pPr>
            <w:r w:rsidRPr="0052446E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  <w:r w:rsidRPr="00D40C3A">
              <w:t>250,0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  <w:r w:rsidRPr="00D40C3A">
              <w:t>250,0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  <w:r w:rsidRPr="00D40C3A">
              <w:t>250,0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</w:p>
          <w:p w:rsidR="0059223C" w:rsidRDefault="0059223C" w:rsidP="00CD76D3">
            <w:pPr>
              <w:jc w:val="center"/>
            </w:pPr>
          </w:p>
          <w:p w:rsidR="0059223C" w:rsidRPr="00D40C3A" w:rsidRDefault="0059223C" w:rsidP="00CD76D3">
            <w:pPr>
              <w:jc w:val="center"/>
            </w:pPr>
            <w:r w:rsidRPr="00D40C3A">
              <w:t>750,0</w:t>
            </w:r>
          </w:p>
        </w:tc>
      </w:tr>
      <w:tr w:rsidR="0059223C" w:rsidRPr="00D40C3A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685F53">
            <w:r w:rsidRPr="0052446E">
              <w:t xml:space="preserve">Мероприятие </w:t>
            </w:r>
          </w:p>
          <w:p w:rsidR="0059223C" w:rsidRPr="0052446E" w:rsidRDefault="0059223C" w:rsidP="00A20247">
            <w:r w:rsidRPr="0052446E">
              <w:t xml:space="preserve">проведение работ по изготовлению землеустроительной документации по межеванию планов земельных участков Удачинский сельсовет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r w:rsidRPr="0052446E">
              <w:t>0412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r w:rsidRPr="0052446E">
              <w:t>0110000040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CD76D3">
            <w:pPr>
              <w:jc w:val="center"/>
            </w:pPr>
            <w:r w:rsidRPr="0052446E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CD76D3">
            <w:pPr>
              <w:jc w:val="center"/>
            </w:pPr>
            <w:r w:rsidRPr="00D40C3A">
              <w:t>10,0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CD76D3">
            <w:pPr>
              <w:jc w:val="center"/>
            </w:pPr>
            <w:r w:rsidRPr="00D40C3A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CD76D3">
            <w:pPr>
              <w:jc w:val="center"/>
            </w:pPr>
            <w:r w:rsidRPr="00D40C3A"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CD76D3">
            <w:pPr>
              <w:jc w:val="center"/>
            </w:pPr>
            <w:r>
              <w:t>1</w:t>
            </w:r>
            <w:r w:rsidRPr="00D40C3A">
              <w:t>0,0</w:t>
            </w:r>
          </w:p>
        </w:tc>
      </w:tr>
      <w:tr w:rsidR="0059223C" w:rsidRPr="00D40C3A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685F53">
            <w:r w:rsidRPr="0052446E">
              <w:t xml:space="preserve">Мероприятие </w:t>
            </w:r>
          </w:p>
          <w:p w:rsidR="0059223C" w:rsidRPr="0052446E" w:rsidRDefault="0059223C" w:rsidP="00A20247">
            <w:r w:rsidRPr="0052446E">
              <w:t>акарицидные обработки в местах массовых пребывания людей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7F6545">
            <w:r w:rsidRPr="0052446E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r w:rsidRPr="0052446E">
              <w:t>0909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r w:rsidRPr="0052446E">
              <w:t>0110000050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CD76D3">
            <w:pPr>
              <w:jc w:val="center"/>
            </w:pPr>
            <w:r w:rsidRPr="0052446E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CD76D3">
            <w:pPr>
              <w:jc w:val="center"/>
            </w:pPr>
            <w:r w:rsidRPr="00D40C3A"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CD76D3">
            <w:pPr>
              <w:jc w:val="center"/>
            </w:pPr>
            <w:r w:rsidRPr="00D40C3A">
              <w:t>15,0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CD76D3">
            <w:pPr>
              <w:jc w:val="center"/>
            </w:pPr>
            <w:r w:rsidRPr="00D40C3A">
              <w:t>15,0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CD76D3">
            <w:pPr>
              <w:jc w:val="center"/>
            </w:pPr>
            <w:r w:rsidRPr="00D40C3A">
              <w:t>45,0</w:t>
            </w:r>
          </w:p>
        </w:tc>
      </w:tr>
      <w:tr w:rsidR="0059223C" w:rsidRPr="00D40C3A" w:rsidTr="00D40C3A">
        <w:trPr>
          <w:trHeight w:val="300"/>
          <w:jc w:val="right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685F53">
            <w:r w:rsidRPr="0052446E">
              <w:t>Мероприятие устройство искусственных неровностей (лежачий полицейский)</w:t>
            </w:r>
          </w:p>
          <w:p w:rsidR="0059223C" w:rsidRPr="0052446E" w:rsidRDefault="0059223C" w:rsidP="00A20247"/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7F6545">
            <w:r w:rsidRPr="0052446E">
              <w:t>Администрация Удачинского сельсовета Большеулуйского района Красноярского края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825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r w:rsidRPr="0052446E">
              <w:t>0409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7F6545">
            <w:r w:rsidRPr="0052446E">
              <w:t>0110000060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CD76D3">
            <w:pPr>
              <w:jc w:val="center"/>
            </w:pPr>
            <w:r w:rsidRPr="0052446E">
              <w:t>240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CD76D3">
            <w:pPr>
              <w:jc w:val="center"/>
            </w:pPr>
            <w:r w:rsidRPr="00D40C3A">
              <w:t>90,6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CD76D3">
            <w:pPr>
              <w:jc w:val="center"/>
            </w:pPr>
            <w:r w:rsidRPr="00D40C3A">
              <w:t>0,0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D40C3A" w:rsidRDefault="0059223C" w:rsidP="00CD76D3">
            <w:pPr>
              <w:jc w:val="center"/>
            </w:pPr>
            <w:r w:rsidRPr="00D40C3A">
              <w:t>0,0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D40C3A" w:rsidRDefault="0059223C" w:rsidP="00CD76D3">
            <w:pPr>
              <w:jc w:val="center"/>
            </w:pPr>
            <w:r w:rsidRPr="00D40C3A">
              <w:t>90,6</w:t>
            </w:r>
          </w:p>
        </w:tc>
      </w:tr>
    </w:tbl>
    <w:p w:rsidR="0059223C" w:rsidRPr="0052446E" w:rsidRDefault="0059223C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59223C" w:rsidRPr="0052446E" w:rsidRDefault="0059223C" w:rsidP="004A68DE">
      <w:pPr>
        <w:pStyle w:val="ConsPlusNormal"/>
        <w:widowControl/>
        <w:tabs>
          <w:tab w:val="left" w:pos="11200"/>
        </w:tabs>
        <w:ind w:firstLine="0"/>
        <w:jc w:val="both"/>
        <w:rPr>
          <w:sz w:val="24"/>
          <w:szCs w:val="24"/>
        </w:rPr>
      </w:pPr>
    </w:p>
    <w:p w:rsidR="0059223C" w:rsidRPr="00344C64" w:rsidRDefault="0059223C" w:rsidP="004A68DE">
      <w:pPr>
        <w:pStyle w:val="ConsPlusNormal"/>
        <w:widowControl/>
        <w:ind w:firstLine="0"/>
        <w:outlineLvl w:val="2"/>
        <w:rPr>
          <w:sz w:val="24"/>
          <w:szCs w:val="24"/>
        </w:rPr>
      </w:pPr>
      <w:r w:rsidRPr="00344C6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59223C" w:rsidRPr="00344C64" w:rsidRDefault="0059223C" w:rsidP="00AD379D">
      <w:pPr>
        <w:pStyle w:val="ConsPlusNormal"/>
        <w:widowControl/>
        <w:tabs>
          <w:tab w:val="left" w:pos="12840"/>
          <w:tab w:val="right" w:pos="14853"/>
        </w:tabs>
        <w:ind w:left="8460" w:firstLine="0"/>
        <w:outlineLvl w:val="2"/>
        <w:rPr>
          <w:sz w:val="24"/>
          <w:szCs w:val="24"/>
        </w:rPr>
      </w:pPr>
      <w:r>
        <w:rPr>
          <w:sz w:val="24"/>
          <w:szCs w:val="24"/>
        </w:rPr>
        <w:tab/>
      </w:r>
      <w:r w:rsidRPr="00344C64">
        <w:rPr>
          <w:sz w:val="24"/>
          <w:szCs w:val="24"/>
        </w:rPr>
        <w:t>Приложение № 3</w:t>
      </w:r>
    </w:p>
    <w:p w:rsidR="0059223C" w:rsidRPr="00344C64" w:rsidRDefault="0059223C" w:rsidP="00AD379D">
      <w:pPr>
        <w:pStyle w:val="ListParagraph"/>
        <w:tabs>
          <w:tab w:val="left" w:pos="10575"/>
          <w:tab w:val="right" w:pos="14853"/>
        </w:tabs>
        <w:autoSpaceDE w:val="0"/>
        <w:autoSpaceDN w:val="0"/>
        <w:adjustRightInd w:val="0"/>
        <w:ind w:left="383"/>
      </w:pPr>
      <w:r>
        <w:tab/>
      </w:r>
      <w:r>
        <w:tab/>
      </w:r>
      <w:r w:rsidRPr="00344C64">
        <w:t xml:space="preserve">к подпрограммам реализуемой в рамках </w:t>
      </w:r>
    </w:p>
    <w:p w:rsidR="0059223C" w:rsidRPr="00344C64" w:rsidRDefault="0059223C" w:rsidP="004A68DE">
      <w:pPr>
        <w:pStyle w:val="ListParagraph"/>
        <w:autoSpaceDE w:val="0"/>
        <w:autoSpaceDN w:val="0"/>
        <w:adjustRightInd w:val="0"/>
        <w:ind w:left="383"/>
      </w:pPr>
      <w:r w:rsidRPr="00344C64">
        <w:t xml:space="preserve">                                                                                                                                                  муниципальных программ   Удачинского сельсовета                              </w:t>
      </w:r>
    </w:p>
    <w:p w:rsidR="0059223C" w:rsidRPr="00344C64" w:rsidRDefault="0059223C" w:rsidP="004A68DE">
      <w:pPr>
        <w:jc w:val="center"/>
      </w:pPr>
      <w:r w:rsidRPr="00344C64">
        <w:rPr>
          <w:sz w:val="28"/>
          <w:szCs w:val="28"/>
        </w:rPr>
        <w:t>Обеспечение финансовых, материальных и трудовых затрат</w:t>
      </w:r>
      <w:r w:rsidRPr="00344C64">
        <w:t xml:space="preserve"> </w:t>
      </w:r>
    </w:p>
    <w:tbl>
      <w:tblPr>
        <w:tblW w:w="14280" w:type="dxa"/>
        <w:tblInd w:w="528" w:type="dxa"/>
        <w:tblLayout w:type="fixed"/>
        <w:tblLook w:val="00A0"/>
      </w:tblPr>
      <w:tblGrid>
        <w:gridCol w:w="1960"/>
        <w:gridCol w:w="2751"/>
        <w:gridCol w:w="3872"/>
        <w:gridCol w:w="1357"/>
        <w:gridCol w:w="1540"/>
        <w:gridCol w:w="1400"/>
        <w:gridCol w:w="1380"/>
        <w:gridCol w:w="20"/>
      </w:tblGrid>
      <w:tr w:rsidR="0059223C" w:rsidRPr="00344C64" w:rsidTr="0052446E">
        <w:trPr>
          <w:trHeight w:val="60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Статус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Наименование муниципальной подпрограммы муниципальной программы</w:t>
            </w:r>
          </w:p>
        </w:tc>
        <w:tc>
          <w:tcPr>
            <w:tcW w:w="3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Ответственный исполнитель, соисполнители</w:t>
            </w:r>
          </w:p>
        </w:tc>
        <w:tc>
          <w:tcPr>
            <w:tcW w:w="56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 xml:space="preserve">Ресурсное обеспечение подпрограммы </w:t>
            </w:r>
            <w:r w:rsidRPr="0052446E">
              <w:br/>
              <w:t>(тыс. руб.), годы</w:t>
            </w:r>
          </w:p>
        </w:tc>
      </w:tr>
      <w:tr w:rsidR="0059223C" w:rsidRPr="00344C64" w:rsidTr="0005476B">
        <w:trPr>
          <w:trHeight w:val="782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2020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pPr>
              <w:jc w:val="center"/>
            </w:pPr>
          </w:p>
          <w:p w:rsidR="0059223C" w:rsidRPr="0052446E" w:rsidRDefault="0059223C" w:rsidP="00A20247">
            <w:pPr>
              <w:jc w:val="center"/>
            </w:pPr>
          </w:p>
          <w:p w:rsidR="0059223C" w:rsidRPr="0052446E" w:rsidRDefault="0059223C" w:rsidP="00A20247">
            <w:pPr>
              <w:jc w:val="center"/>
            </w:pPr>
            <w:r w:rsidRPr="0052446E">
              <w:t>2022</w:t>
            </w:r>
          </w:p>
          <w:p w:rsidR="0059223C" w:rsidRPr="0052446E" w:rsidRDefault="0059223C" w:rsidP="00A20247">
            <w:pPr>
              <w:jc w:val="center"/>
            </w:pPr>
          </w:p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pPr>
              <w:jc w:val="center"/>
            </w:pPr>
            <w:r w:rsidRPr="0052446E">
              <w:t>Итого на период</w:t>
            </w:r>
          </w:p>
        </w:tc>
      </w:tr>
      <w:tr w:rsidR="0059223C" w:rsidRPr="0052446E" w:rsidTr="0005476B">
        <w:trPr>
          <w:gridAfter w:val="1"/>
          <w:wAfter w:w="20" w:type="dxa"/>
          <w:trHeight w:val="315"/>
        </w:trPr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pPr>
              <w:jc w:val="center"/>
            </w:pPr>
            <w:r w:rsidRPr="0052446E">
              <w:t>Подпрограмма 1</w:t>
            </w:r>
          </w:p>
          <w:p w:rsidR="0059223C" w:rsidRPr="0052446E" w:rsidRDefault="0059223C" w:rsidP="00A20247">
            <w:pPr>
              <w:jc w:val="center"/>
            </w:pPr>
            <w:r w:rsidRPr="0052446E">
              <w:t> </w:t>
            </w:r>
          </w:p>
        </w:tc>
        <w:tc>
          <w:tcPr>
            <w:tcW w:w="2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«Благоустройство территории Удачинского сельсовета»</w:t>
            </w:r>
          </w:p>
          <w:p w:rsidR="0059223C" w:rsidRPr="0052446E" w:rsidRDefault="0059223C" w:rsidP="00A20247">
            <w:pPr>
              <w:jc w:val="both"/>
            </w:pPr>
            <w:r w:rsidRPr="0052446E"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Всего       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905,6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805,0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2515,6</w:t>
            </w:r>
          </w:p>
        </w:tc>
      </w:tr>
      <w:tr w:rsidR="0059223C" w:rsidRPr="0052446E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 том числе: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федеральный бюджет (*)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краевой бюджет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245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905,6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805,0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805,0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2515,6</w:t>
            </w:r>
          </w:p>
        </w:tc>
      </w:tr>
      <w:tr w:rsidR="0059223C" w:rsidRPr="0052446E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юридические лица</w:t>
            </w:r>
          </w:p>
          <w:p w:rsidR="0059223C" w:rsidRPr="0052446E" w:rsidRDefault="0059223C" w:rsidP="00A20247"/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30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Мероприятие подпрограммы </w:t>
            </w:r>
          </w:p>
          <w:p w:rsidR="0059223C" w:rsidRPr="0052446E" w:rsidRDefault="0059223C" w:rsidP="00A20247"/>
          <w:p w:rsidR="0059223C" w:rsidRDefault="0059223C" w:rsidP="00A20247">
            <w:pPr>
              <w:jc w:val="center"/>
            </w:pPr>
          </w:p>
          <w:p w:rsidR="0059223C" w:rsidRPr="00C078E3" w:rsidRDefault="0059223C" w:rsidP="00C078E3"/>
          <w:p w:rsidR="0059223C" w:rsidRPr="00C078E3" w:rsidRDefault="0059223C" w:rsidP="00C078E3"/>
          <w:p w:rsidR="0059223C" w:rsidRPr="00C078E3" w:rsidRDefault="0059223C" w:rsidP="00C078E3"/>
          <w:p w:rsidR="0059223C" w:rsidRPr="00C078E3" w:rsidRDefault="0059223C" w:rsidP="00C078E3"/>
          <w:p w:rsidR="0059223C" w:rsidRPr="00C078E3" w:rsidRDefault="0059223C" w:rsidP="00C078E3"/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Содержание уличного освещения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Всего       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227F10" w:rsidRDefault="0059223C" w:rsidP="00591B49">
            <w:pPr>
              <w:jc w:val="center"/>
            </w:pPr>
          </w:p>
          <w:p w:rsidR="0059223C" w:rsidRPr="00227F10" w:rsidRDefault="0059223C" w:rsidP="00591B49">
            <w:pPr>
              <w:jc w:val="center"/>
            </w:pPr>
            <w:r w:rsidRPr="00227F10">
              <w:t>450,0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227F10" w:rsidRDefault="0059223C" w:rsidP="00591B49">
            <w:pPr>
              <w:jc w:val="center"/>
            </w:pPr>
          </w:p>
          <w:p w:rsidR="0059223C" w:rsidRPr="00227F10" w:rsidRDefault="0059223C" w:rsidP="00591B49">
            <w:pPr>
              <w:jc w:val="center"/>
            </w:pPr>
            <w:r w:rsidRPr="00227F10">
              <w:t>450,0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227F10" w:rsidRDefault="0059223C" w:rsidP="00591B49">
            <w:pPr>
              <w:jc w:val="center"/>
            </w:pPr>
          </w:p>
          <w:p w:rsidR="0059223C" w:rsidRPr="00227F10" w:rsidRDefault="0059223C" w:rsidP="00591B49">
            <w:pPr>
              <w:jc w:val="center"/>
            </w:pPr>
            <w:r w:rsidRPr="00227F10">
              <w:t>450,0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227F10" w:rsidRDefault="0059223C" w:rsidP="00591B49">
            <w:pPr>
              <w:jc w:val="center"/>
            </w:pPr>
          </w:p>
          <w:p w:rsidR="0059223C" w:rsidRPr="00227F10" w:rsidRDefault="0059223C" w:rsidP="00591B49">
            <w:pPr>
              <w:jc w:val="center"/>
            </w:pPr>
            <w:r w:rsidRPr="00227F10">
              <w:t>1350,0</w:t>
            </w:r>
          </w:p>
        </w:tc>
      </w:tr>
      <w:tr w:rsidR="0059223C" w:rsidRPr="0052446E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 том числе: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федеральный бюджет (*)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краевой бюджет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30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бюджет  Удачинского сельсовета  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227F10" w:rsidRDefault="0059223C" w:rsidP="008817FC">
            <w:pPr>
              <w:jc w:val="center"/>
            </w:pPr>
          </w:p>
          <w:p w:rsidR="0059223C" w:rsidRPr="00227F10" w:rsidRDefault="0059223C" w:rsidP="00227F10">
            <w:pPr>
              <w:jc w:val="center"/>
            </w:pPr>
            <w:r w:rsidRPr="00227F10">
              <w:t>450,0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227F10" w:rsidRDefault="0059223C" w:rsidP="008817FC">
            <w:pPr>
              <w:jc w:val="center"/>
            </w:pPr>
          </w:p>
          <w:p w:rsidR="0059223C" w:rsidRPr="00227F10" w:rsidRDefault="0059223C" w:rsidP="008817FC">
            <w:pPr>
              <w:jc w:val="center"/>
            </w:pPr>
            <w:r w:rsidRPr="00227F10">
              <w:t>450,0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227F10" w:rsidRDefault="0059223C" w:rsidP="008817FC">
            <w:pPr>
              <w:jc w:val="center"/>
            </w:pPr>
          </w:p>
          <w:p w:rsidR="0059223C" w:rsidRPr="00227F10" w:rsidRDefault="0059223C" w:rsidP="008817FC">
            <w:pPr>
              <w:jc w:val="center"/>
            </w:pPr>
            <w:r w:rsidRPr="00227F10">
              <w:t>450,0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227F10" w:rsidRDefault="0059223C" w:rsidP="008817FC">
            <w:pPr>
              <w:jc w:val="center"/>
            </w:pPr>
          </w:p>
          <w:p w:rsidR="0059223C" w:rsidRPr="00227F10" w:rsidRDefault="0059223C" w:rsidP="008817FC">
            <w:pPr>
              <w:jc w:val="center"/>
            </w:pPr>
            <w:r w:rsidRPr="00227F10">
              <w:t>1350,0</w:t>
            </w:r>
          </w:p>
        </w:tc>
      </w:tr>
      <w:tr w:rsidR="0059223C" w:rsidRPr="0052446E" w:rsidTr="0005476B">
        <w:trPr>
          <w:gridAfter w:val="1"/>
          <w:wAfter w:w="20" w:type="dxa"/>
          <w:trHeight w:val="966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C078E3" w:rsidRDefault="0059223C" w:rsidP="00C078E3">
            <w:r w:rsidRPr="0052446E">
              <w:t>юридические лиц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C078E3" w:rsidRDefault="0059223C" w:rsidP="00C078E3"/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ind w:firstLine="708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/>
        </w:tc>
      </w:tr>
      <w:tr w:rsidR="0059223C" w:rsidRPr="0052446E" w:rsidTr="0005476B">
        <w:trPr>
          <w:gridAfter w:val="1"/>
          <w:wAfter w:w="20" w:type="dxa"/>
          <w:trHeight w:val="12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/>
          <w:p w:rsidR="0059223C" w:rsidRPr="0052446E" w:rsidRDefault="0059223C" w:rsidP="00A20247">
            <w:r w:rsidRPr="0052446E">
              <w:t xml:space="preserve">Мероприятие подпрограммы </w:t>
            </w:r>
          </w:p>
          <w:p w:rsidR="0059223C" w:rsidRPr="0052446E" w:rsidRDefault="0059223C" w:rsidP="00A20247"/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D379D">
            <w:r w:rsidRPr="0052446E">
              <w:t>Содержание территории населенных пунктов в чистоте и порядке</w:t>
            </w:r>
          </w:p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90,0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90,0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90,0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270,0</w:t>
            </w:r>
          </w:p>
        </w:tc>
      </w:tr>
      <w:tr w:rsidR="0059223C" w:rsidRPr="0052446E" w:rsidTr="0005476B">
        <w:trPr>
          <w:gridAfter w:val="1"/>
          <w:wAfter w:w="20" w:type="dxa"/>
          <w:trHeight w:val="216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24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278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228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52446E" w:rsidTr="0005476B">
        <w:trPr>
          <w:gridAfter w:val="1"/>
          <w:wAfter w:w="20" w:type="dxa"/>
          <w:trHeight w:val="22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90,0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90,0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90,0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270,0</w:t>
            </w:r>
          </w:p>
        </w:tc>
      </w:tr>
      <w:tr w:rsidR="0059223C" w:rsidRPr="0052446E" w:rsidTr="0005476B">
        <w:trPr>
          <w:gridAfter w:val="1"/>
          <w:wAfter w:w="20" w:type="dxa"/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Default="0059223C" w:rsidP="00A20247"/>
          <w:p w:rsidR="0059223C" w:rsidRDefault="0059223C" w:rsidP="00A20247"/>
          <w:p w:rsidR="0059223C" w:rsidRDefault="0059223C" w:rsidP="00A20247"/>
          <w:p w:rsidR="0059223C" w:rsidRPr="0052446E" w:rsidRDefault="0059223C" w:rsidP="00A20247">
            <w:r w:rsidRPr="0052446E">
              <w:t xml:space="preserve">Мероприятие </w:t>
            </w:r>
          </w:p>
          <w:p w:rsidR="0059223C" w:rsidRPr="0052446E" w:rsidRDefault="0059223C" w:rsidP="00A20247">
            <w:r w:rsidRPr="0052446E">
              <w:t xml:space="preserve">подпрограммы 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3C" w:rsidRDefault="0059223C" w:rsidP="00A20247"/>
          <w:p w:rsidR="0059223C" w:rsidRDefault="0059223C" w:rsidP="00A20247"/>
          <w:p w:rsidR="0059223C" w:rsidRPr="0052446E" w:rsidRDefault="0059223C" w:rsidP="00A20247">
            <w:r w:rsidRPr="0052446E"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250,0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250,0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250,0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750,0</w:t>
            </w: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tabs>
                <w:tab w:val="left" w:pos="360"/>
              </w:tabs>
            </w:pPr>
            <w:r w:rsidRPr="0052446E">
              <w:tab/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250,0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250,0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250,0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750,0</w:t>
            </w: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r w:rsidRPr="0052446E">
              <w:t>мероприятие</w:t>
            </w:r>
          </w:p>
          <w:p w:rsidR="0059223C" w:rsidRPr="0052446E" w:rsidRDefault="0059223C" w:rsidP="00A20247">
            <w:r w:rsidRPr="0052446E">
              <w:t xml:space="preserve">подпрограммы 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r w:rsidRPr="0052446E">
              <w:t>проведение работ по изготовлению землеустроительной документации по межеванию планов земельных участков Удачинский сельсовет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tabs>
                <w:tab w:val="left" w:pos="735"/>
              </w:tabs>
              <w:jc w:val="center"/>
            </w:pPr>
            <w:r w:rsidRPr="0052446E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tabs>
                <w:tab w:val="left" w:pos="195"/>
                <w:tab w:val="center" w:pos="382"/>
              </w:tabs>
              <w:jc w:val="center"/>
            </w:pPr>
            <w:r w:rsidRPr="0052446E">
              <w:t>10,0</w:t>
            </w: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227F10">
            <w:pPr>
              <w:jc w:val="center"/>
            </w:pPr>
            <w:r w:rsidRPr="0052446E"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227F10">
            <w:pPr>
              <w:tabs>
                <w:tab w:val="left" w:pos="735"/>
              </w:tabs>
              <w:jc w:val="center"/>
            </w:pPr>
            <w:r w:rsidRPr="0052446E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227F10">
            <w:pPr>
              <w:jc w:val="center"/>
            </w:pPr>
            <w:r w:rsidRPr="0052446E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227F10">
            <w:pPr>
              <w:tabs>
                <w:tab w:val="left" w:pos="195"/>
                <w:tab w:val="center" w:pos="382"/>
              </w:tabs>
              <w:jc w:val="center"/>
            </w:pPr>
            <w:r w:rsidRPr="0052446E">
              <w:t>10,0</w:t>
            </w: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r w:rsidRPr="0052446E">
              <w:t>мероприятие</w:t>
            </w:r>
          </w:p>
          <w:p w:rsidR="0059223C" w:rsidRPr="0052446E" w:rsidRDefault="0059223C" w:rsidP="00A20247">
            <w:r w:rsidRPr="0052446E">
              <w:t xml:space="preserve">подпрограммы 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53286F">
            <w:r w:rsidRPr="0052446E">
              <w:t xml:space="preserve"> акарицидные обработки в местах массовых пребывания людей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15,0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tabs>
                <w:tab w:val="left" w:pos="435"/>
                <w:tab w:val="center" w:pos="872"/>
              </w:tabs>
              <w:jc w:val="center"/>
            </w:pPr>
            <w:r w:rsidRPr="0052446E">
              <w:t>15,0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45,0</w:t>
            </w: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15,0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15,0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tabs>
                <w:tab w:val="left" w:pos="435"/>
                <w:tab w:val="center" w:pos="872"/>
              </w:tabs>
              <w:jc w:val="center"/>
            </w:pPr>
            <w:r w:rsidRPr="0052446E">
              <w:t>15,0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45,0</w:t>
            </w: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/>
        </w:tc>
      </w:tr>
      <w:tr w:rsidR="0059223C" w:rsidRPr="00344C64" w:rsidTr="0005476B">
        <w:trPr>
          <w:trHeight w:val="70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>
            <w:r w:rsidRPr="0052446E">
              <w:t xml:space="preserve">мероприятие </w:t>
            </w:r>
          </w:p>
          <w:p w:rsidR="0059223C" w:rsidRPr="0052446E" w:rsidRDefault="0059223C" w:rsidP="00A20247">
            <w:r w:rsidRPr="0052446E">
              <w:t>подпрограммы</w:t>
            </w:r>
          </w:p>
        </w:tc>
        <w:tc>
          <w:tcPr>
            <w:tcW w:w="2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23C" w:rsidRDefault="0059223C" w:rsidP="00A20247"/>
          <w:p w:rsidR="0059223C" w:rsidRPr="0052446E" w:rsidRDefault="0059223C" w:rsidP="00A20247">
            <w:r w:rsidRPr="0052446E">
              <w:t>устройство искусственных неровностей (лежачий полицейский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Всего   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90,6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tabs>
                <w:tab w:val="left" w:pos="540"/>
                <w:tab w:val="center" w:pos="872"/>
              </w:tabs>
              <w:jc w:val="center"/>
            </w:pPr>
            <w:r w:rsidRPr="0052446E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591B49">
            <w:pPr>
              <w:jc w:val="center"/>
            </w:pPr>
            <w:r w:rsidRPr="0052446E">
              <w:t>90,6</w:t>
            </w: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 том числе: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федеральный бюджет (*)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краевой бюджет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внебюджетные  источники              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 xml:space="preserve">бюджет Удачинского сельсовета  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90,6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0,0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tabs>
                <w:tab w:val="left" w:pos="540"/>
                <w:tab w:val="center" w:pos="872"/>
              </w:tabs>
              <w:jc w:val="center"/>
            </w:pPr>
            <w:r w:rsidRPr="0052446E">
              <w:t>0,0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  <w:r w:rsidRPr="0052446E">
              <w:t>90,6</w:t>
            </w:r>
          </w:p>
        </w:tc>
      </w:tr>
      <w:tr w:rsidR="0059223C" w:rsidRPr="00344C64" w:rsidTr="0005476B">
        <w:trPr>
          <w:trHeight w:val="70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2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23C" w:rsidRPr="0052446E" w:rsidRDefault="0059223C" w:rsidP="00A20247"/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23C" w:rsidRPr="0052446E" w:rsidRDefault="0059223C" w:rsidP="00A20247">
            <w:r w:rsidRPr="0052446E">
              <w:t>юридические лица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23C" w:rsidRPr="0052446E" w:rsidRDefault="0059223C" w:rsidP="00A20247">
            <w:pPr>
              <w:jc w:val="center"/>
            </w:pPr>
          </w:p>
        </w:tc>
      </w:tr>
    </w:tbl>
    <w:p w:rsidR="0059223C" w:rsidRDefault="0059223C" w:rsidP="00B160A2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:rsidR="0059223C" w:rsidRDefault="0059223C" w:rsidP="00B160A2">
      <w:pPr>
        <w:pStyle w:val="ConsPlusNormal"/>
        <w:widowControl/>
        <w:ind w:firstLine="0"/>
        <w:outlineLvl w:val="2"/>
        <w:rPr>
          <w:sz w:val="24"/>
          <w:szCs w:val="24"/>
        </w:rPr>
      </w:pPr>
    </w:p>
    <w:p w:rsidR="0059223C" w:rsidRDefault="0059223C" w:rsidP="00B160A2">
      <w:pPr>
        <w:pStyle w:val="ConsPlusNormal"/>
        <w:widowControl/>
        <w:ind w:firstLine="0"/>
        <w:outlineLvl w:val="2"/>
        <w:rPr>
          <w:sz w:val="24"/>
          <w:szCs w:val="24"/>
        </w:rPr>
      </w:pPr>
    </w:p>
    <w:sectPr w:rsidR="0059223C" w:rsidSect="00CF4B33">
      <w:pgSz w:w="16838" w:h="11906" w:orient="landscape"/>
      <w:pgMar w:top="851" w:right="1134" w:bottom="1134" w:left="851" w:header="709" w:footer="709" w:gutter="0"/>
      <w:cols w:space="708"/>
      <w:rtlGutter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74B"/>
    <w:multiLevelType w:val="multilevel"/>
    <w:tmpl w:val="E6F4A7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>
    <w:nsid w:val="03A33DCF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03DB1067"/>
    <w:multiLevelType w:val="hybridMultilevel"/>
    <w:tmpl w:val="4DEEF63E"/>
    <w:lvl w:ilvl="0" w:tplc="D046BDA8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">
    <w:nsid w:val="0BC12713"/>
    <w:multiLevelType w:val="hybridMultilevel"/>
    <w:tmpl w:val="3E0CA2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C8304C"/>
    <w:multiLevelType w:val="multilevel"/>
    <w:tmpl w:val="39BE7D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5">
    <w:nsid w:val="155042FC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22A30432"/>
    <w:multiLevelType w:val="hybridMultilevel"/>
    <w:tmpl w:val="3FD6798E"/>
    <w:lvl w:ilvl="0" w:tplc="0419000D">
      <w:start w:val="1"/>
      <w:numFmt w:val="bullet"/>
      <w:lvlText w:val=""/>
      <w:lvlJc w:val="left"/>
      <w:pPr>
        <w:ind w:left="11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7">
    <w:nsid w:val="2DC806B4"/>
    <w:multiLevelType w:val="hybridMultilevel"/>
    <w:tmpl w:val="2E9C8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283972"/>
    <w:multiLevelType w:val="hybridMultilevel"/>
    <w:tmpl w:val="37E0177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352A5D62"/>
    <w:multiLevelType w:val="hybridMultilevel"/>
    <w:tmpl w:val="98522A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476A"/>
    <w:multiLevelType w:val="hybridMultilevel"/>
    <w:tmpl w:val="0AE43A2C"/>
    <w:lvl w:ilvl="0" w:tplc="952C205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>
    <w:nsid w:val="3E4A6241"/>
    <w:multiLevelType w:val="hybridMultilevel"/>
    <w:tmpl w:val="C99872B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1CF541E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43A37405"/>
    <w:multiLevelType w:val="multilevel"/>
    <w:tmpl w:val="668808A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43"/>
        </w:tabs>
        <w:ind w:left="74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66"/>
        </w:tabs>
        <w:ind w:left="76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9"/>
        </w:tabs>
        <w:ind w:left="114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72"/>
        </w:tabs>
        <w:ind w:left="11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55"/>
        </w:tabs>
        <w:ind w:left="15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8"/>
        </w:tabs>
        <w:ind w:left="193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61"/>
        </w:tabs>
        <w:ind w:left="196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44"/>
        </w:tabs>
        <w:ind w:left="2344" w:hanging="2160"/>
      </w:pPr>
      <w:rPr>
        <w:rFonts w:cs="Times New Roman" w:hint="default"/>
      </w:rPr>
    </w:lvl>
  </w:abstractNum>
  <w:abstractNum w:abstractNumId="14">
    <w:nsid w:val="44A2301E"/>
    <w:multiLevelType w:val="multilevel"/>
    <w:tmpl w:val="39BE7D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5">
    <w:nsid w:val="55A440A3"/>
    <w:multiLevelType w:val="hybridMultilevel"/>
    <w:tmpl w:val="D2D82242"/>
    <w:lvl w:ilvl="0" w:tplc="95345262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57FA5F74"/>
    <w:multiLevelType w:val="hybridMultilevel"/>
    <w:tmpl w:val="9528B044"/>
    <w:lvl w:ilvl="0" w:tplc="61241810">
      <w:start w:val="5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7">
    <w:nsid w:val="5F841CD3"/>
    <w:multiLevelType w:val="multilevel"/>
    <w:tmpl w:val="85D25046"/>
    <w:lvl w:ilvl="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 w:hint="default"/>
      </w:rPr>
    </w:lvl>
  </w:abstractNum>
  <w:abstractNum w:abstractNumId="18">
    <w:nsid w:val="6A576927"/>
    <w:multiLevelType w:val="multilevel"/>
    <w:tmpl w:val="85D25046"/>
    <w:lvl w:ilvl="0">
      <w:start w:val="1"/>
      <w:numFmt w:val="decimal"/>
      <w:lvlText w:val="%1."/>
      <w:lvlJc w:val="left"/>
      <w:pPr>
        <w:ind w:left="383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8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4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0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3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6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23" w:hanging="1800"/>
      </w:pPr>
      <w:rPr>
        <w:rFonts w:cs="Times New Roman" w:hint="default"/>
      </w:rPr>
    </w:lvl>
  </w:abstractNum>
  <w:abstractNum w:abstractNumId="19">
    <w:nsid w:val="6E615476"/>
    <w:multiLevelType w:val="hybridMultilevel"/>
    <w:tmpl w:val="37E01776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710527EF"/>
    <w:multiLevelType w:val="hybridMultilevel"/>
    <w:tmpl w:val="41A83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7"/>
  </w:num>
  <w:num w:numId="3">
    <w:abstractNumId w:val="17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  <w:num w:numId="11">
    <w:abstractNumId w:val="19"/>
  </w:num>
  <w:num w:numId="12">
    <w:abstractNumId w:val="12"/>
  </w:num>
  <w:num w:numId="13">
    <w:abstractNumId w:val="15"/>
  </w:num>
  <w:num w:numId="14">
    <w:abstractNumId w:val="1"/>
  </w:num>
  <w:num w:numId="15">
    <w:abstractNumId w:val="14"/>
  </w:num>
  <w:num w:numId="16">
    <w:abstractNumId w:val="11"/>
  </w:num>
  <w:num w:numId="17">
    <w:abstractNumId w:val="18"/>
  </w:num>
  <w:num w:numId="18">
    <w:abstractNumId w:val="13"/>
  </w:num>
  <w:num w:numId="19">
    <w:abstractNumId w:val="10"/>
  </w:num>
  <w:num w:numId="20">
    <w:abstractNumId w:val="2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44F8"/>
    <w:rsid w:val="00000542"/>
    <w:rsid w:val="000013E9"/>
    <w:rsid w:val="0000189E"/>
    <w:rsid w:val="00001D64"/>
    <w:rsid w:val="00003C48"/>
    <w:rsid w:val="000040D0"/>
    <w:rsid w:val="0000688E"/>
    <w:rsid w:val="000079B3"/>
    <w:rsid w:val="00007A91"/>
    <w:rsid w:val="00010B41"/>
    <w:rsid w:val="00010FBD"/>
    <w:rsid w:val="00011AC6"/>
    <w:rsid w:val="00012B29"/>
    <w:rsid w:val="00013B19"/>
    <w:rsid w:val="000144F8"/>
    <w:rsid w:val="00015C3F"/>
    <w:rsid w:val="00016032"/>
    <w:rsid w:val="00016103"/>
    <w:rsid w:val="00020B8A"/>
    <w:rsid w:val="00022418"/>
    <w:rsid w:val="00023030"/>
    <w:rsid w:val="00023951"/>
    <w:rsid w:val="000243FB"/>
    <w:rsid w:val="00025912"/>
    <w:rsid w:val="000310DA"/>
    <w:rsid w:val="00031CD9"/>
    <w:rsid w:val="0003232A"/>
    <w:rsid w:val="00037E17"/>
    <w:rsid w:val="00044394"/>
    <w:rsid w:val="0004582D"/>
    <w:rsid w:val="00046C64"/>
    <w:rsid w:val="00046F32"/>
    <w:rsid w:val="00051D47"/>
    <w:rsid w:val="00052317"/>
    <w:rsid w:val="00053E5E"/>
    <w:rsid w:val="0005476B"/>
    <w:rsid w:val="00054A95"/>
    <w:rsid w:val="00055B26"/>
    <w:rsid w:val="00056BDA"/>
    <w:rsid w:val="00057082"/>
    <w:rsid w:val="000600C3"/>
    <w:rsid w:val="0006040D"/>
    <w:rsid w:val="00061BF6"/>
    <w:rsid w:val="00064313"/>
    <w:rsid w:val="000647E1"/>
    <w:rsid w:val="00066697"/>
    <w:rsid w:val="00070CFF"/>
    <w:rsid w:val="00071064"/>
    <w:rsid w:val="000711DF"/>
    <w:rsid w:val="00072B58"/>
    <w:rsid w:val="00072D64"/>
    <w:rsid w:val="00074FFB"/>
    <w:rsid w:val="00081DEB"/>
    <w:rsid w:val="0008219A"/>
    <w:rsid w:val="000870B7"/>
    <w:rsid w:val="000922EB"/>
    <w:rsid w:val="0009402A"/>
    <w:rsid w:val="000959FD"/>
    <w:rsid w:val="00096025"/>
    <w:rsid w:val="00096A63"/>
    <w:rsid w:val="000A0532"/>
    <w:rsid w:val="000A247C"/>
    <w:rsid w:val="000A3AF4"/>
    <w:rsid w:val="000A3BA6"/>
    <w:rsid w:val="000A4F4D"/>
    <w:rsid w:val="000A5718"/>
    <w:rsid w:val="000A70FB"/>
    <w:rsid w:val="000B08EB"/>
    <w:rsid w:val="000B1F46"/>
    <w:rsid w:val="000B34A9"/>
    <w:rsid w:val="000B34B8"/>
    <w:rsid w:val="000B630E"/>
    <w:rsid w:val="000B6AF3"/>
    <w:rsid w:val="000C07CF"/>
    <w:rsid w:val="000C08AD"/>
    <w:rsid w:val="000C294F"/>
    <w:rsid w:val="000C2F69"/>
    <w:rsid w:val="000C4B77"/>
    <w:rsid w:val="000C5C9C"/>
    <w:rsid w:val="000C7652"/>
    <w:rsid w:val="000C772A"/>
    <w:rsid w:val="000C77AE"/>
    <w:rsid w:val="000C78B0"/>
    <w:rsid w:val="000C7AB2"/>
    <w:rsid w:val="000C7EEC"/>
    <w:rsid w:val="000C7FBC"/>
    <w:rsid w:val="000D083B"/>
    <w:rsid w:val="000D3213"/>
    <w:rsid w:val="000D57EA"/>
    <w:rsid w:val="000D5EFD"/>
    <w:rsid w:val="000D65FD"/>
    <w:rsid w:val="000D7ABD"/>
    <w:rsid w:val="000E1D8F"/>
    <w:rsid w:val="000E1F46"/>
    <w:rsid w:val="000E1F78"/>
    <w:rsid w:val="000E45B9"/>
    <w:rsid w:val="000E58D9"/>
    <w:rsid w:val="000E6FA1"/>
    <w:rsid w:val="000F0DCC"/>
    <w:rsid w:val="000F23C1"/>
    <w:rsid w:val="000F2D77"/>
    <w:rsid w:val="000F3F2B"/>
    <w:rsid w:val="000F4FD6"/>
    <w:rsid w:val="000F54E5"/>
    <w:rsid w:val="000F5B32"/>
    <w:rsid w:val="000F5EFC"/>
    <w:rsid w:val="000F7CE6"/>
    <w:rsid w:val="001028F5"/>
    <w:rsid w:val="001032E6"/>
    <w:rsid w:val="00103AFC"/>
    <w:rsid w:val="00116133"/>
    <w:rsid w:val="00121395"/>
    <w:rsid w:val="00122A55"/>
    <w:rsid w:val="00122C73"/>
    <w:rsid w:val="0013053B"/>
    <w:rsid w:val="00130BAD"/>
    <w:rsid w:val="001313D9"/>
    <w:rsid w:val="001315CD"/>
    <w:rsid w:val="00133663"/>
    <w:rsid w:val="00142B7E"/>
    <w:rsid w:val="00142C9B"/>
    <w:rsid w:val="001451A0"/>
    <w:rsid w:val="00146232"/>
    <w:rsid w:val="001463FD"/>
    <w:rsid w:val="00146BC3"/>
    <w:rsid w:val="00150154"/>
    <w:rsid w:val="0015197F"/>
    <w:rsid w:val="00152722"/>
    <w:rsid w:val="00152A5A"/>
    <w:rsid w:val="00153803"/>
    <w:rsid w:val="00155463"/>
    <w:rsid w:val="00156BB9"/>
    <w:rsid w:val="00161647"/>
    <w:rsid w:val="001619B1"/>
    <w:rsid w:val="00162F6A"/>
    <w:rsid w:val="00163779"/>
    <w:rsid w:val="00165243"/>
    <w:rsid w:val="00165D3D"/>
    <w:rsid w:val="001673FF"/>
    <w:rsid w:val="0017011D"/>
    <w:rsid w:val="00171C5E"/>
    <w:rsid w:val="0017260E"/>
    <w:rsid w:val="0017360B"/>
    <w:rsid w:val="00176659"/>
    <w:rsid w:val="00176851"/>
    <w:rsid w:val="001770E6"/>
    <w:rsid w:val="00180171"/>
    <w:rsid w:val="0018122C"/>
    <w:rsid w:val="001815F5"/>
    <w:rsid w:val="001831DB"/>
    <w:rsid w:val="00185FEC"/>
    <w:rsid w:val="00193548"/>
    <w:rsid w:val="00193B9B"/>
    <w:rsid w:val="00194577"/>
    <w:rsid w:val="001966DD"/>
    <w:rsid w:val="0019755A"/>
    <w:rsid w:val="001A23CD"/>
    <w:rsid w:val="001A53FE"/>
    <w:rsid w:val="001A5894"/>
    <w:rsid w:val="001A6253"/>
    <w:rsid w:val="001A6B01"/>
    <w:rsid w:val="001B2920"/>
    <w:rsid w:val="001C0876"/>
    <w:rsid w:val="001C2B1F"/>
    <w:rsid w:val="001C2D69"/>
    <w:rsid w:val="001D1953"/>
    <w:rsid w:val="001D424F"/>
    <w:rsid w:val="001D42DA"/>
    <w:rsid w:val="001D4656"/>
    <w:rsid w:val="001D6663"/>
    <w:rsid w:val="001D67C2"/>
    <w:rsid w:val="001D693C"/>
    <w:rsid w:val="001D74CF"/>
    <w:rsid w:val="001E1630"/>
    <w:rsid w:val="001E1C2B"/>
    <w:rsid w:val="001E2638"/>
    <w:rsid w:val="001E3B1F"/>
    <w:rsid w:val="001E7C9D"/>
    <w:rsid w:val="001E7DAC"/>
    <w:rsid w:val="001F0A1F"/>
    <w:rsid w:val="001F1EC0"/>
    <w:rsid w:val="001F2F4A"/>
    <w:rsid w:val="001F321B"/>
    <w:rsid w:val="001F44B5"/>
    <w:rsid w:val="001F50E4"/>
    <w:rsid w:val="00201229"/>
    <w:rsid w:val="0020250F"/>
    <w:rsid w:val="00205B07"/>
    <w:rsid w:val="0020788F"/>
    <w:rsid w:val="00212241"/>
    <w:rsid w:val="00214A41"/>
    <w:rsid w:val="00214C39"/>
    <w:rsid w:val="00221D5E"/>
    <w:rsid w:val="0022257D"/>
    <w:rsid w:val="0022288D"/>
    <w:rsid w:val="00222C51"/>
    <w:rsid w:val="00225ED7"/>
    <w:rsid w:val="00226E6D"/>
    <w:rsid w:val="00227F10"/>
    <w:rsid w:val="00231AAE"/>
    <w:rsid w:val="002353D2"/>
    <w:rsid w:val="00235947"/>
    <w:rsid w:val="00235A77"/>
    <w:rsid w:val="00240A74"/>
    <w:rsid w:val="00241439"/>
    <w:rsid w:val="002426BB"/>
    <w:rsid w:val="00243D51"/>
    <w:rsid w:val="002454F6"/>
    <w:rsid w:val="00250259"/>
    <w:rsid w:val="00252622"/>
    <w:rsid w:val="0025282B"/>
    <w:rsid w:val="00260CFA"/>
    <w:rsid w:val="002621A6"/>
    <w:rsid w:val="002642DC"/>
    <w:rsid w:val="00264458"/>
    <w:rsid w:val="002654CF"/>
    <w:rsid w:val="00266337"/>
    <w:rsid w:val="00266D24"/>
    <w:rsid w:val="002672C7"/>
    <w:rsid w:val="002678CE"/>
    <w:rsid w:val="00267B11"/>
    <w:rsid w:val="002705D8"/>
    <w:rsid w:val="00272710"/>
    <w:rsid w:val="002729BA"/>
    <w:rsid w:val="002742A5"/>
    <w:rsid w:val="00274B52"/>
    <w:rsid w:val="00277049"/>
    <w:rsid w:val="00277970"/>
    <w:rsid w:val="00277CA8"/>
    <w:rsid w:val="002800E9"/>
    <w:rsid w:val="00280B29"/>
    <w:rsid w:val="00280CF2"/>
    <w:rsid w:val="002848F6"/>
    <w:rsid w:val="002865B1"/>
    <w:rsid w:val="0028691A"/>
    <w:rsid w:val="00286B3C"/>
    <w:rsid w:val="00290DBA"/>
    <w:rsid w:val="002913FA"/>
    <w:rsid w:val="00292589"/>
    <w:rsid w:val="00292765"/>
    <w:rsid w:val="00292D93"/>
    <w:rsid w:val="00293798"/>
    <w:rsid w:val="002949CA"/>
    <w:rsid w:val="00295F04"/>
    <w:rsid w:val="0029699B"/>
    <w:rsid w:val="002A4099"/>
    <w:rsid w:val="002A4BC7"/>
    <w:rsid w:val="002A5CCA"/>
    <w:rsid w:val="002A709B"/>
    <w:rsid w:val="002B2335"/>
    <w:rsid w:val="002B3D60"/>
    <w:rsid w:val="002B507B"/>
    <w:rsid w:val="002C0315"/>
    <w:rsid w:val="002C1547"/>
    <w:rsid w:val="002C1565"/>
    <w:rsid w:val="002C1696"/>
    <w:rsid w:val="002C1FB4"/>
    <w:rsid w:val="002C33C7"/>
    <w:rsid w:val="002C3954"/>
    <w:rsid w:val="002C3994"/>
    <w:rsid w:val="002C3A47"/>
    <w:rsid w:val="002C5EB3"/>
    <w:rsid w:val="002C7D08"/>
    <w:rsid w:val="002D1CC1"/>
    <w:rsid w:val="002D1CE5"/>
    <w:rsid w:val="002D726A"/>
    <w:rsid w:val="002D7506"/>
    <w:rsid w:val="002D7CC3"/>
    <w:rsid w:val="002D7D41"/>
    <w:rsid w:val="002E0131"/>
    <w:rsid w:val="002E02A3"/>
    <w:rsid w:val="002E0D10"/>
    <w:rsid w:val="002E1C6D"/>
    <w:rsid w:val="002E1EE6"/>
    <w:rsid w:val="002E5056"/>
    <w:rsid w:val="002E5CEB"/>
    <w:rsid w:val="002F007D"/>
    <w:rsid w:val="002F0E01"/>
    <w:rsid w:val="002F1A4F"/>
    <w:rsid w:val="002F2EC3"/>
    <w:rsid w:val="002F427F"/>
    <w:rsid w:val="002F47D2"/>
    <w:rsid w:val="002F4B14"/>
    <w:rsid w:val="002F5ACD"/>
    <w:rsid w:val="002F66AC"/>
    <w:rsid w:val="002F7DBE"/>
    <w:rsid w:val="0030056F"/>
    <w:rsid w:val="00301E10"/>
    <w:rsid w:val="00303817"/>
    <w:rsid w:val="00303B8A"/>
    <w:rsid w:val="00307A21"/>
    <w:rsid w:val="00311868"/>
    <w:rsid w:val="00312F7A"/>
    <w:rsid w:val="0031461B"/>
    <w:rsid w:val="0031590B"/>
    <w:rsid w:val="003171BD"/>
    <w:rsid w:val="003173FB"/>
    <w:rsid w:val="00317B43"/>
    <w:rsid w:val="0032168E"/>
    <w:rsid w:val="0032252C"/>
    <w:rsid w:val="003231FA"/>
    <w:rsid w:val="003237C3"/>
    <w:rsid w:val="003243E7"/>
    <w:rsid w:val="00325277"/>
    <w:rsid w:val="0032673A"/>
    <w:rsid w:val="00326FB3"/>
    <w:rsid w:val="003314A7"/>
    <w:rsid w:val="00332E36"/>
    <w:rsid w:val="0033396F"/>
    <w:rsid w:val="00333ED3"/>
    <w:rsid w:val="00334886"/>
    <w:rsid w:val="0033709D"/>
    <w:rsid w:val="00337ECE"/>
    <w:rsid w:val="003401D8"/>
    <w:rsid w:val="00344458"/>
    <w:rsid w:val="00344C64"/>
    <w:rsid w:val="00344E72"/>
    <w:rsid w:val="00345B52"/>
    <w:rsid w:val="00345F21"/>
    <w:rsid w:val="00346B3B"/>
    <w:rsid w:val="00346CBE"/>
    <w:rsid w:val="003574C7"/>
    <w:rsid w:val="00357AD9"/>
    <w:rsid w:val="00361654"/>
    <w:rsid w:val="003630A6"/>
    <w:rsid w:val="003631FC"/>
    <w:rsid w:val="00366665"/>
    <w:rsid w:val="00372CE5"/>
    <w:rsid w:val="00377B21"/>
    <w:rsid w:val="00380CD7"/>
    <w:rsid w:val="003812B4"/>
    <w:rsid w:val="00384274"/>
    <w:rsid w:val="00385006"/>
    <w:rsid w:val="00385B2A"/>
    <w:rsid w:val="00385DB5"/>
    <w:rsid w:val="00386390"/>
    <w:rsid w:val="00386411"/>
    <w:rsid w:val="00391FAA"/>
    <w:rsid w:val="00393EE1"/>
    <w:rsid w:val="00393F6D"/>
    <w:rsid w:val="00395335"/>
    <w:rsid w:val="0039600B"/>
    <w:rsid w:val="003A39D0"/>
    <w:rsid w:val="003A5BC6"/>
    <w:rsid w:val="003B0C6E"/>
    <w:rsid w:val="003B2A6E"/>
    <w:rsid w:val="003B2EDF"/>
    <w:rsid w:val="003B45A9"/>
    <w:rsid w:val="003C3D92"/>
    <w:rsid w:val="003C42F3"/>
    <w:rsid w:val="003C48C5"/>
    <w:rsid w:val="003C53DD"/>
    <w:rsid w:val="003C59F7"/>
    <w:rsid w:val="003C67F9"/>
    <w:rsid w:val="003C7634"/>
    <w:rsid w:val="003C7F62"/>
    <w:rsid w:val="003D4846"/>
    <w:rsid w:val="003D5450"/>
    <w:rsid w:val="003D6084"/>
    <w:rsid w:val="003D68E2"/>
    <w:rsid w:val="003E0606"/>
    <w:rsid w:val="003E36E1"/>
    <w:rsid w:val="003E6997"/>
    <w:rsid w:val="003E6AB4"/>
    <w:rsid w:val="003E7BF6"/>
    <w:rsid w:val="003F7CBC"/>
    <w:rsid w:val="003F7E24"/>
    <w:rsid w:val="004047B0"/>
    <w:rsid w:val="00404DAE"/>
    <w:rsid w:val="00405530"/>
    <w:rsid w:val="004064E9"/>
    <w:rsid w:val="004068A5"/>
    <w:rsid w:val="00426D2A"/>
    <w:rsid w:val="004279EF"/>
    <w:rsid w:val="00430E93"/>
    <w:rsid w:val="00432A78"/>
    <w:rsid w:val="0043347A"/>
    <w:rsid w:val="004342CB"/>
    <w:rsid w:val="00434799"/>
    <w:rsid w:val="00434E40"/>
    <w:rsid w:val="00436520"/>
    <w:rsid w:val="004405C4"/>
    <w:rsid w:val="00440A8F"/>
    <w:rsid w:val="00441B9F"/>
    <w:rsid w:val="00441BF0"/>
    <w:rsid w:val="00443210"/>
    <w:rsid w:val="00443D17"/>
    <w:rsid w:val="0044420C"/>
    <w:rsid w:val="00444E87"/>
    <w:rsid w:val="00445564"/>
    <w:rsid w:val="00445748"/>
    <w:rsid w:val="004517D0"/>
    <w:rsid w:val="004535FA"/>
    <w:rsid w:val="004541C7"/>
    <w:rsid w:val="00454B03"/>
    <w:rsid w:val="004578CD"/>
    <w:rsid w:val="00465F28"/>
    <w:rsid w:val="004661ED"/>
    <w:rsid w:val="00470677"/>
    <w:rsid w:val="00470E99"/>
    <w:rsid w:val="00475693"/>
    <w:rsid w:val="004776D1"/>
    <w:rsid w:val="004804B4"/>
    <w:rsid w:val="00481720"/>
    <w:rsid w:val="004817C5"/>
    <w:rsid w:val="00482032"/>
    <w:rsid w:val="004835F2"/>
    <w:rsid w:val="0048598B"/>
    <w:rsid w:val="004868E2"/>
    <w:rsid w:val="00487765"/>
    <w:rsid w:val="004902F0"/>
    <w:rsid w:val="0049045D"/>
    <w:rsid w:val="004914AC"/>
    <w:rsid w:val="00491ADD"/>
    <w:rsid w:val="00493DBC"/>
    <w:rsid w:val="004940DD"/>
    <w:rsid w:val="00494BE8"/>
    <w:rsid w:val="00494E56"/>
    <w:rsid w:val="004A1D59"/>
    <w:rsid w:val="004A68DE"/>
    <w:rsid w:val="004A7819"/>
    <w:rsid w:val="004A7909"/>
    <w:rsid w:val="004B00C0"/>
    <w:rsid w:val="004B04FE"/>
    <w:rsid w:val="004B2762"/>
    <w:rsid w:val="004B3408"/>
    <w:rsid w:val="004B6F7C"/>
    <w:rsid w:val="004C124D"/>
    <w:rsid w:val="004C1A39"/>
    <w:rsid w:val="004C1CE3"/>
    <w:rsid w:val="004C23C3"/>
    <w:rsid w:val="004C2B9C"/>
    <w:rsid w:val="004C3AED"/>
    <w:rsid w:val="004C56DC"/>
    <w:rsid w:val="004C7A8F"/>
    <w:rsid w:val="004D2512"/>
    <w:rsid w:val="004D3032"/>
    <w:rsid w:val="004D42C1"/>
    <w:rsid w:val="004D4910"/>
    <w:rsid w:val="004D76D1"/>
    <w:rsid w:val="004D7FD3"/>
    <w:rsid w:val="004E0ACA"/>
    <w:rsid w:val="004E32AB"/>
    <w:rsid w:val="004E58C1"/>
    <w:rsid w:val="004E64C2"/>
    <w:rsid w:val="004E6D61"/>
    <w:rsid w:val="004F0031"/>
    <w:rsid w:val="004F18EE"/>
    <w:rsid w:val="004F2675"/>
    <w:rsid w:val="004F373F"/>
    <w:rsid w:val="004F38AE"/>
    <w:rsid w:val="004F7114"/>
    <w:rsid w:val="00501F50"/>
    <w:rsid w:val="00503135"/>
    <w:rsid w:val="00503A7F"/>
    <w:rsid w:val="0050537A"/>
    <w:rsid w:val="0050546F"/>
    <w:rsid w:val="00507D46"/>
    <w:rsid w:val="005106BA"/>
    <w:rsid w:val="00510AAA"/>
    <w:rsid w:val="005128C5"/>
    <w:rsid w:val="00512D20"/>
    <w:rsid w:val="0051317A"/>
    <w:rsid w:val="00514CD2"/>
    <w:rsid w:val="00515264"/>
    <w:rsid w:val="005166DD"/>
    <w:rsid w:val="005176CC"/>
    <w:rsid w:val="00521AC9"/>
    <w:rsid w:val="00521B4B"/>
    <w:rsid w:val="00522B79"/>
    <w:rsid w:val="0052446E"/>
    <w:rsid w:val="00525329"/>
    <w:rsid w:val="005254D8"/>
    <w:rsid w:val="00525BF9"/>
    <w:rsid w:val="005261A6"/>
    <w:rsid w:val="005265B9"/>
    <w:rsid w:val="0052679D"/>
    <w:rsid w:val="005302A7"/>
    <w:rsid w:val="005314C0"/>
    <w:rsid w:val="0053286F"/>
    <w:rsid w:val="00534A06"/>
    <w:rsid w:val="00534B76"/>
    <w:rsid w:val="00534DBD"/>
    <w:rsid w:val="00541265"/>
    <w:rsid w:val="00544001"/>
    <w:rsid w:val="00546ACF"/>
    <w:rsid w:val="005506B3"/>
    <w:rsid w:val="0055226B"/>
    <w:rsid w:val="0055314A"/>
    <w:rsid w:val="00555787"/>
    <w:rsid w:val="005567DC"/>
    <w:rsid w:val="00561DAA"/>
    <w:rsid w:val="00562BF8"/>
    <w:rsid w:val="0056372B"/>
    <w:rsid w:val="005652BE"/>
    <w:rsid w:val="00565A02"/>
    <w:rsid w:val="00567CBC"/>
    <w:rsid w:val="0057225A"/>
    <w:rsid w:val="0057606D"/>
    <w:rsid w:val="00576CBC"/>
    <w:rsid w:val="005817E0"/>
    <w:rsid w:val="00581BA1"/>
    <w:rsid w:val="005840ED"/>
    <w:rsid w:val="005847E8"/>
    <w:rsid w:val="00587FFA"/>
    <w:rsid w:val="00590B5A"/>
    <w:rsid w:val="00591B49"/>
    <w:rsid w:val="0059223C"/>
    <w:rsid w:val="00592DA8"/>
    <w:rsid w:val="00595DAF"/>
    <w:rsid w:val="00597E13"/>
    <w:rsid w:val="005A2CE6"/>
    <w:rsid w:val="005A508D"/>
    <w:rsid w:val="005A50A5"/>
    <w:rsid w:val="005A675F"/>
    <w:rsid w:val="005A6A99"/>
    <w:rsid w:val="005A7BFB"/>
    <w:rsid w:val="005A7DE4"/>
    <w:rsid w:val="005B0E60"/>
    <w:rsid w:val="005B45EB"/>
    <w:rsid w:val="005B5FBE"/>
    <w:rsid w:val="005C0DDA"/>
    <w:rsid w:val="005C2049"/>
    <w:rsid w:val="005C2592"/>
    <w:rsid w:val="005C2D14"/>
    <w:rsid w:val="005C377C"/>
    <w:rsid w:val="005C5009"/>
    <w:rsid w:val="005C7E71"/>
    <w:rsid w:val="005C7F3F"/>
    <w:rsid w:val="005D07E4"/>
    <w:rsid w:val="005D0A75"/>
    <w:rsid w:val="005D10C5"/>
    <w:rsid w:val="005D1B27"/>
    <w:rsid w:val="005D23B9"/>
    <w:rsid w:val="005D2C44"/>
    <w:rsid w:val="005D319B"/>
    <w:rsid w:val="005D588F"/>
    <w:rsid w:val="005D6195"/>
    <w:rsid w:val="005D6487"/>
    <w:rsid w:val="005D6CF8"/>
    <w:rsid w:val="005D7159"/>
    <w:rsid w:val="005D7E85"/>
    <w:rsid w:val="005E378C"/>
    <w:rsid w:val="005E442A"/>
    <w:rsid w:val="005E58EB"/>
    <w:rsid w:val="005F0C1F"/>
    <w:rsid w:val="005F2CE1"/>
    <w:rsid w:val="005F384F"/>
    <w:rsid w:val="005F622B"/>
    <w:rsid w:val="005F7036"/>
    <w:rsid w:val="00600C7D"/>
    <w:rsid w:val="00603CA7"/>
    <w:rsid w:val="0060605A"/>
    <w:rsid w:val="00607119"/>
    <w:rsid w:val="00607A6B"/>
    <w:rsid w:val="00607F1C"/>
    <w:rsid w:val="006154B7"/>
    <w:rsid w:val="00615DA3"/>
    <w:rsid w:val="00617E93"/>
    <w:rsid w:val="006216D8"/>
    <w:rsid w:val="00623087"/>
    <w:rsid w:val="00625D4A"/>
    <w:rsid w:val="0062711A"/>
    <w:rsid w:val="0062768D"/>
    <w:rsid w:val="006305BC"/>
    <w:rsid w:val="006310AE"/>
    <w:rsid w:val="006338D7"/>
    <w:rsid w:val="006338E5"/>
    <w:rsid w:val="00633AC4"/>
    <w:rsid w:val="00633AF1"/>
    <w:rsid w:val="0063471B"/>
    <w:rsid w:val="006355C6"/>
    <w:rsid w:val="0063670B"/>
    <w:rsid w:val="00636E07"/>
    <w:rsid w:val="006374D8"/>
    <w:rsid w:val="00641A3A"/>
    <w:rsid w:val="00643C27"/>
    <w:rsid w:val="00643F85"/>
    <w:rsid w:val="0065195E"/>
    <w:rsid w:val="00652CD0"/>
    <w:rsid w:val="00652ED7"/>
    <w:rsid w:val="006547B3"/>
    <w:rsid w:val="00656254"/>
    <w:rsid w:val="00656C8F"/>
    <w:rsid w:val="00657EC7"/>
    <w:rsid w:val="00666017"/>
    <w:rsid w:val="00670C59"/>
    <w:rsid w:val="0067358E"/>
    <w:rsid w:val="0067483C"/>
    <w:rsid w:val="00674DBB"/>
    <w:rsid w:val="006779B2"/>
    <w:rsid w:val="00681FF9"/>
    <w:rsid w:val="0068380B"/>
    <w:rsid w:val="00684DF8"/>
    <w:rsid w:val="006856ED"/>
    <w:rsid w:val="00685F53"/>
    <w:rsid w:val="006869FA"/>
    <w:rsid w:val="00686EB0"/>
    <w:rsid w:val="006914F4"/>
    <w:rsid w:val="0069493E"/>
    <w:rsid w:val="00696259"/>
    <w:rsid w:val="006A2D48"/>
    <w:rsid w:val="006A5415"/>
    <w:rsid w:val="006A6587"/>
    <w:rsid w:val="006B0DE7"/>
    <w:rsid w:val="006B2CA3"/>
    <w:rsid w:val="006B49DC"/>
    <w:rsid w:val="006B5B03"/>
    <w:rsid w:val="006B60C7"/>
    <w:rsid w:val="006C480A"/>
    <w:rsid w:val="006D0CA3"/>
    <w:rsid w:val="006D1E6C"/>
    <w:rsid w:val="006D2C8C"/>
    <w:rsid w:val="006D7551"/>
    <w:rsid w:val="006E18F4"/>
    <w:rsid w:val="006E1F9C"/>
    <w:rsid w:val="006E4285"/>
    <w:rsid w:val="006E7736"/>
    <w:rsid w:val="006F1AA6"/>
    <w:rsid w:val="00701906"/>
    <w:rsid w:val="00702BDC"/>
    <w:rsid w:val="00703F4A"/>
    <w:rsid w:val="00707010"/>
    <w:rsid w:val="007076C6"/>
    <w:rsid w:val="00715627"/>
    <w:rsid w:val="00715A65"/>
    <w:rsid w:val="00716067"/>
    <w:rsid w:val="00722708"/>
    <w:rsid w:val="0072411A"/>
    <w:rsid w:val="00726E16"/>
    <w:rsid w:val="00730A39"/>
    <w:rsid w:val="00731F6C"/>
    <w:rsid w:val="00732E41"/>
    <w:rsid w:val="00732E43"/>
    <w:rsid w:val="00733B93"/>
    <w:rsid w:val="007355AD"/>
    <w:rsid w:val="00736826"/>
    <w:rsid w:val="007416D0"/>
    <w:rsid w:val="00741CC3"/>
    <w:rsid w:val="00744576"/>
    <w:rsid w:val="007449B8"/>
    <w:rsid w:val="00745B69"/>
    <w:rsid w:val="00752586"/>
    <w:rsid w:val="00755C8E"/>
    <w:rsid w:val="00756C14"/>
    <w:rsid w:val="00760496"/>
    <w:rsid w:val="00760AAC"/>
    <w:rsid w:val="00762452"/>
    <w:rsid w:val="00762BAC"/>
    <w:rsid w:val="0076386A"/>
    <w:rsid w:val="00765304"/>
    <w:rsid w:val="0076596C"/>
    <w:rsid w:val="00771D36"/>
    <w:rsid w:val="0077265C"/>
    <w:rsid w:val="00772EAA"/>
    <w:rsid w:val="007744F3"/>
    <w:rsid w:val="00775800"/>
    <w:rsid w:val="00775CF7"/>
    <w:rsid w:val="00781513"/>
    <w:rsid w:val="00781672"/>
    <w:rsid w:val="007821F6"/>
    <w:rsid w:val="00786BAC"/>
    <w:rsid w:val="00786C63"/>
    <w:rsid w:val="00790980"/>
    <w:rsid w:val="00791663"/>
    <w:rsid w:val="007931E8"/>
    <w:rsid w:val="0079337B"/>
    <w:rsid w:val="0079594E"/>
    <w:rsid w:val="00797E10"/>
    <w:rsid w:val="00797F18"/>
    <w:rsid w:val="007A1B79"/>
    <w:rsid w:val="007A24C6"/>
    <w:rsid w:val="007A332D"/>
    <w:rsid w:val="007A447C"/>
    <w:rsid w:val="007A6AFC"/>
    <w:rsid w:val="007A6BF6"/>
    <w:rsid w:val="007B1196"/>
    <w:rsid w:val="007B21E7"/>
    <w:rsid w:val="007B2F52"/>
    <w:rsid w:val="007B5884"/>
    <w:rsid w:val="007B6182"/>
    <w:rsid w:val="007C0706"/>
    <w:rsid w:val="007C15C0"/>
    <w:rsid w:val="007C2570"/>
    <w:rsid w:val="007C5FC9"/>
    <w:rsid w:val="007D010B"/>
    <w:rsid w:val="007D460D"/>
    <w:rsid w:val="007D54A5"/>
    <w:rsid w:val="007D56B9"/>
    <w:rsid w:val="007D60B9"/>
    <w:rsid w:val="007D6FF6"/>
    <w:rsid w:val="007D725C"/>
    <w:rsid w:val="007E008A"/>
    <w:rsid w:val="007E08AD"/>
    <w:rsid w:val="007E1386"/>
    <w:rsid w:val="007E3194"/>
    <w:rsid w:val="007F1DB5"/>
    <w:rsid w:val="007F3564"/>
    <w:rsid w:val="007F4422"/>
    <w:rsid w:val="007F6545"/>
    <w:rsid w:val="00800322"/>
    <w:rsid w:val="00800B4B"/>
    <w:rsid w:val="008011AC"/>
    <w:rsid w:val="00802987"/>
    <w:rsid w:val="00806384"/>
    <w:rsid w:val="00807911"/>
    <w:rsid w:val="00811327"/>
    <w:rsid w:val="008113CC"/>
    <w:rsid w:val="00813293"/>
    <w:rsid w:val="00813921"/>
    <w:rsid w:val="008140B6"/>
    <w:rsid w:val="008163DC"/>
    <w:rsid w:val="00816605"/>
    <w:rsid w:val="0082162A"/>
    <w:rsid w:val="008241E6"/>
    <w:rsid w:val="00825A4D"/>
    <w:rsid w:val="008320CB"/>
    <w:rsid w:val="00832C88"/>
    <w:rsid w:val="00833DF7"/>
    <w:rsid w:val="0083410F"/>
    <w:rsid w:val="008343D4"/>
    <w:rsid w:val="00834646"/>
    <w:rsid w:val="008357B4"/>
    <w:rsid w:val="00836B0E"/>
    <w:rsid w:val="00836ED1"/>
    <w:rsid w:val="00840A02"/>
    <w:rsid w:val="00842F60"/>
    <w:rsid w:val="00843A85"/>
    <w:rsid w:val="008467EE"/>
    <w:rsid w:val="008470E5"/>
    <w:rsid w:val="00847257"/>
    <w:rsid w:val="00847B3D"/>
    <w:rsid w:val="00847BCF"/>
    <w:rsid w:val="0085112E"/>
    <w:rsid w:val="008516FA"/>
    <w:rsid w:val="00852457"/>
    <w:rsid w:val="00852AF3"/>
    <w:rsid w:val="008543E3"/>
    <w:rsid w:val="00854DFF"/>
    <w:rsid w:val="00855B29"/>
    <w:rsid w:val="00856D94"/>
    <w:rsid w:val="008578A1"/>
    <w:rsid w:val="008578A3"/>
    <w:rsid w:val="00861496"/>
    <w:rsid w:val="00865FB5"/>
    <w:rsid w:val="008669C0"/>
    <w:rsid w:val="00866AAC"/>
    <w:rsid w:val="0087014D"/>
    <w:rsid w:val="008703DC"/>
    <w:rsid w:val="00870EFA"/>
    <w:rsid w:val="00872111"/>
    <w:rsid w:val="00873526"/>
    <w:rsid w:val="00874BEA"/>
    <w:rsid w:val="0087528B"/>
    <w:rsid w:val="008765BD"/>
    <w:rsid w:val="008768A0"/>
    <w:rsid w:val="00877223"/>
    <w:rsid w:val="008775F7"/>
    <w:rsid w:val="008802D2"/>
    <w:rsid w:val="008815A5"/>
    <w:rsid w:val="008817FC"/>
    <w:rsid w:val="00881DC4"/>
    <w:rsid w:val="00884F63"/>
    <w:rsid w:val="00892F12"/>
    <w:rsid w:val="00894A19"/>
    <w:rsid w:val="00894E2F"/>
    <w:rsid w:val="0089667A"/>
    <w:rsid w:val="008A1630"/>
    <w:rsid w:val="008A390A"/>
    <w:rsid w:val="008A3EB1"/>
    <w:rsid w:val="008A4ACF"/>
    <w:rsid w:val="008A5951"/>
    <w:rsid w:val="008A5FE6"/>
    <w:rsid w:val="008A6BCF"/>
    <w:rsid w:val="008B3289"/>
    <w:rsid w:val="008B3539"/>
    <w:rsid w:val="008B39D1"/>
    <w:rsid w:val="008B4BB2"/>
    <w:rsid w:val="008B6444"/>
    <w:rsid w:val="008B7B17"/>
    <w:rsid w:val="008C0051"/>
    <w:rsid w:val="008C1CD3"/>
    <w:rsid w:val="008C2C7E"/>
    <w:rsid w:val="008C4C3D"/>
    <w:rsid w:val="008C677A"/>
    <w:rsid w:val="008C6F0B"/>
    <w:rsid w:val="008C78ED"/>
    <w:rsid w:val="008D166B"/>
    <w:rsid w:val="008D53E1"/>
    <w:rsid w:val="008E1A89"/>
    <w:rsid w:val="008E2D3E"/>
    <w:rsid w:val="008E65DB"/>
    <w:rsid w:val="008F12A2"/>
    <w:rsid w:val="008F3528"/>
    <w:rsid w:val="008F44FD"/>
    <w:rsid w:val="008F517D"/>
    <w:rsid w:val="008F66E7"/>
    <w:rsid w:val="0090027D"/>
    <w:rsid w:val="00900355"/>
    <w:rsid w:val="00901781"/>
    <w:rsid w:val="00904221"/>
    <w:rsid w:val="00906D9C"/>
    <w:rsid w:val="00907088"/>
    <w:rsid w:val="009108D2"/>
    <w:rsid w:val="00911814"/>
    <w:rsid w:val="00912025"/>
    <w:rsid w:val="009150BD"/>
    <w:rsid w:val="00916A8E"/>
    <w:rsid w:val="009178CE"/>
    <w:rsid w:val="00920930"/>
    <w:rsid w:val="0092279E"/>
    <w:rsid w:val="00922812"/>
    <w:rsid w:val="0092323C"/>
    <w:rsid w:val="00924710"/>
    <w:rsid w:val="0092624C"/>
    <w:rsid w:val="009272C5"/>
    <w:rsid w:val="00930533"/>
    <w:rsid w:val="009345D9"/>
    <w:rsid w:val="00934CDD"/>
    <w:rsid w:val="00941004"/>
    <w:rsid w:val="009413E9"/>
    <w:rsid w:val="00941F8D"/>
    <w:rsid w:val="00942F1D"/>
    <w:rsid w:val="00943311"/>
    <w:rsid w:val="00944649"/>
    <w:rsid w:val="00945ED8"/>
    <w:rsid w:val="0094696F"/>
    <w:rsid w:val="00950FAD"/>
    <w:rsid w:val="00951874"/>
    <w:rsid w:val="009525FC"/>
    <w:rsid w:val="00955323"/>
    <w:rsid w:val="00956A78"/>
    <w:rsid w:val="00960E7A"/>
    <w:rsid w:val="00960E87"/>
    <w:rsid w:val="00961039"/>
    <w:rsid w:val="00961804"/>
    <w:rsid w:val="00961A98"/>
    <w:rsid w:val="00964841"/>
    <w:rsid w:val="009653BC"/>
    <w:rsid w:val="00967182"/>
    <w:rsid w:val="009679F9"/>
    <w:rsid w:val="00970466"/>
    <w:rsid w:val="0097103B"/>
    <w:rsid w:val="00971F80"/>
    <w:rsid w:val="00974E9B"/>
    <w:rsid w:val="00975218"/>
    <w:rsid w:val="00975267"/>
    <w:rsid w:val="0097711D"/>
    <w:rsid w:val="00977152"/>
    <w:rsid w:val="009806CE"/>
    <w:rsid w:val="00980C58"/>
    <w:rsid w:val="00981131"/>
    <w:rsid w:val="009820C0"/>
    <w:rsid w:val="00983A5F"/>
    <w:rsid w:val="00983AE8"/>
    <w:rsid w:val="00985AEE"/>
    <w:rsid w:val="0098665A"/>
    <w:rsid w:val="00991646"/>
    <w:rsid w:val="00993AEB"/>
    <w:rsid w:val="00993B99"/>
    <w:rsid w:val="00993C1A"/>
    <w:rsid w:val="00993EA2"/>
    <w:rsid w:val="00993FB7"/>
    <w:rsid w:val="009A0334"/>
    <w:rsid w:val="009A2224"/>
    <w:rsid w:val="009A3412"/>
    <w:rsid w:val="009A53DA"/>
    <w:rsid w:val="009A5470"/>
    <w:rsid w:val="009A67C8"/>
    <w:rsid w:val="009A726F"/>
    <w:rsid w:val="009B0825"/>
    <w:rsid w:val="009B1025"/>
    <w:rsid w:val="009B1E8F"/>
    <w:rsid w:val="009B35C1"/>
    <w:rsid w:val="009B35D0"/>
    <w:rsid w:val="009B563A"/>
    <w:rsid w:val="009B783C"/>
    <w:rsid w:val="009C091D"/>
    <w:rsid w:val="009C1824"/>
    <w:rsid w:val="009C194E"/>
    <w:rsid w:val="009C1B4B"/>
    <w:rsid w:val="009C3509"/>
    <w:rsid w:val="009C572A"/>
    <w:rsid w:val="009C6DDF"/>
    <w:rsid w:val="009D055B"/>
    <w:rsid w:val="009D3359"/>
    <w:rsid w:val="009D5E68"/>
    <w:rsid w:val="009E2914"/>
    <w:rsid w:val="009E3147"/>
    <w:rsid w:val="009E343B"/>
    <w:rsid w:val="009E4820"/>
    <w:rsid w:val="009E7333"/>
    <w:rsid w:val="009E7939"/>
    <w:rsid w:val="009F3F14"/>
    <w:rsid w:val="009F4E2F"/>
    <w:rsid w:val="009F67EB"/>
    <w:rsid w:val="00A042A6"/>
    <w:rsid w:val="00A06639"/>
    <w:rsid w:val="00A10036"/>
    <w:rsid w:val="00A129A9"/>
    <w:rsid w:val="00A12A1F"/>
    <w:rsid w:val="00A12A6D"/>
    <w:rsid w:val="00A17309"/>
    <w:rsid w:val="00A20247"/>
    <w:rsid w:val="00A2110C"/>
    <w:rsid w:val="00A32B3E"/>
    <w:rsid w:val="00A334DE"/>
    <w:rsid w:val="00A3754B"/>
    <w:rsid w:val="00A37960"/>
    <w:rsid w:val="00A406AF"/>
    <w:rsid w:val="00A41A9F"/>
    <w:rsid w:val="00A4217B"/>
    <w:rsid w:val="00A43A93"/>
    <w:rsid w:val="00A44ECA"/>
    <w:rsid w:val="00A46D8C"/>
    <w:rsid w:val="00A47DAE"/>
    <w:rsid w:val="00A50B06"/>
    <w:rsid w:val="00A522FF"/>
    <w:rsid w:val="00A5286D"/>
    <w:rsid w:val="00A52F84"/>
    <w:rsid w:val="00A540A1"/>
    <w:rsid w:val="00A5552D"/>
    <w:rsid w:val="00A60034"/>
    <w:rsid w:val="00A60B16"/>
    <w:rsid w:val="00A63E27"/>
    <w:rsid w:val="00A656BB"/>
    <w:rsid w:val="00A65E38"/>
    <w:rsid w:val="00A65F5E"/>
    <w:rsid w:val="00A67C3C"/>
    <w:rsid w:val="00A67E57"/>
    <w:rsid w:val="00A7074B"/>
    <w:rsid w:val="00A70899"/>
    <w:rsid w:val="00A72BD6"/>
    <w:rsid w:val="00A740B1"/>
    <w:rsid w:val="00A76346"/>
    <w:rsid w:val="00A76B51"/>
    <w:rsid w:val="00A76CA9"/>
    <w:rsid w:val="00A808B5"/>
    <w:rsid w:val="00A85B5E"/>
    <w:rsid w:val="00A87C42"/>
    <w:rsid w:val="00A92826"/>
    <w:rsid w:val="00A93188"/>
    <w:rsid w:val="00A931F6"/>
    <w:rsid w:val="00A9375E"/>
    <w:rsid w:val="00A96D2A"/>
    <w:rsid w:val="00A96E41"/>
    <w:rsid w:val="00AA175D"/>
    <w:rsid w:val="00AA5246"/>
    <w:rsid w:val="00AA6379"/>
    <w:rsid w:val="00AA6E86"/>
    <w:rsid w:val="00AB2BC7"/>
    <w:rsid w:val="00AC1465"/>
    <w:rsid w:val="00AC32A2"/>
    <w:rsid w:val="00AC6B47"/>
    <w:rsid w:val="00AD379D"/>
    <w:rsid w:val="00AD4864"/>
    <w:rsid w:val="00AD55E4"/>
    <w:rsid w:val="00AD5842"/>
    <w:rsid w:val="00AD5AAD"/>
    <w:rsid w:val="00AD68AA"/>
    <w:rsid w:val="00AD72B3"/>
    <w:rsid w:val="00AE0E14"/>
    <w:rsid w:val="00AE101A"/>
    <w:rsid w:val="00AE229B"/>
    <w:rsid w:val="00AE424E"/>
    <w:rsid w:val="00AE65EB"/>
    <w:rsid w:val="00AE78E6"/>
    <w:rsid w:val="00AF3827"/>
    <w:rsid w:val="00AF740A"/>
    <w:rsid w:val="00B010F9"/>
    <w:rsid w:val="00B011F5"/>
    <w:rsid w:val="00B03180"/>
    <w:rsid w:val="00B03783"/>
    <w:rsid w:val="00B0409B"/>
    <w:rsid w:val="00B05C34"/>
    <w:rsid w:val="00B07D1F"/>
    <w:rsid w:val="00B07E0B"/>
    <w:rsid w:val="00B103D9"/>
    <w:rsid w:val="00B124AA"/>
    <w:rsid w:val="00B13C02"/>
    <w:rsid w:val="00B14DC3"/>
    <w:rsid w:val="00B15701"/>
    <w:rsid w:val="00B160A2"/>
    <w:rsid w:val="00B20A2C"/>
    <w:rsid w:val="00B260B7"/>
    <w:rsid w:val="00B263EC"/>
    <w:rsid w:val="00B35312"/>
    <w:rsid w:val="00B359D8"/>
    <w:rsid w:val="00B375DA"/>
    <w:rsid w:val="00B3775F"/>
    <w:rsid w:val="00B400A3"/>
    <w:rsid w:val="00B44AA6"/>
    <w:rsid w:val="00B457EA"/>
    <w:rsid w:val="00B471DE"/>
    <w:rsid w:val="00B51307"/>
    <w:rsid w:val="00B5172B"/>
    <w:rsid w:val="00B54173"/>
    <w:rsid w:val="00B56084"/>
    <w:rsid w:val="00B578C9"/>
    <w:rsid w:val="00B57B5A"/>
    <w:rsid w:val="00B61B86"/>
    <w:rsid w:val="00B66001"/>
    <w:rsid w:val="00B66046"/>
    <w:rsid w:val="00B674B7"/>
    <w:rsid w:val="00B7012B"/>
    <w:rsid w:val="00B719B2"/>
    <w:rsid w:val="00B736B1"/>
    <w:rsid w:val="00B738A6"/>
    <w:rsid w:val="00B73E39"/>
    <w:rsid w:val="00B74D7C"/>
    <w:rsid w:val="00B75F51"/>
    <w:rsid w:val="00B75FBB"/>
    <w:rsid w:val="00B76121"/>
    <w:rsid w:val="00B76555"/>
    <w:rsid w:val="00B770A2"/>
    <w:rsid w:val="00B773D4"/>
    <w:rsid w:val="00B8014A"/>
    <w:rsid w:val="00B83216"/>
    <w:rsid w:val="00B8380D"/>
    <w:rsid w:val="00B83D39"/>
    <w:rsid w:val="00B8476A"/>
    <w:rsid w:val="00B84BCF"/>
    <w:rsid w:val="00B8531D"/>
    <w:rsid w:val="00B859EE"/>
    <w:rsid w:val="00B86182"/>
    <w:rsid w:val="00B86275"/>
    <w:rsid w:val="00B86AF8"/>
    <w:rsid w:val="00B9441B"/>
    <w:rsid w:val="00B94FB5"/>
    <w:rsid w:val="00B95373"/>
    <w:rsid w:val="00B95685"/>
    <w:rsid w:val="00B95A40"/>
    <w:rsid w:val="00B95EDE"/>
    <w:rsid w:val="00BA187E"/>
    <w:rsid w:val="00BA3C3B"/>
    <w:rsid w:val="00BA4384"/>
    <w:rsid w:val="00BA6156"/>
    <w:rsid w:val="00BA63D1"/>
    <w:rsid w:val="00BB0776"/>
    <w:rsid w:val="00BB357D"/>
    <w:rsid w:val="00BB362B"/>
    <w:rsid w:val="00BB3BB0"/>
    <w:rsid w:val="00BB3DB0"/>
    <w:rsid w:val="00BC2AE3"/>
    <w:rsid w:val="00BC3754"/>
    <w:rsid w:val="00BC4DAA"/>
    <w:rsid w:val="00BC6C69"/>
    <w:rsid w:val="00BD1B6B"/>
    <w:rsid w:val="00BD3A25"/>
    <w:rsid w:val="00BD51D9"/>
    <w:rsid w:val="00BD77F4"/>
    <w:rsid w:val="00BE0B7E"/>
    <w:rsid w:val="00BE2CED"/>
    <w:rsid w:val="00BE3691"/>
    <w:rsid w:val="00BE4664"/>
    <w:rsid w:val="00BE5A6E"/>
    <w:rsid w:val="00BF0790"/>
    <w:rsid w:val="00BF1206"/>
    <w:rsid w:val="00BF17DD"/>
    <w:rsid w:val="00BF3FD8"/>
    <w:rsid w:val="00BF488E"/>
    <w:rsid w:val="00BF586B"/>
    <w:rsid w:val="00C0158C"/>
    <w:rsid w:val="00C04943"/>
    <w:rsid w:val="00C05584"/>
    <w:rsid w:val="00C078E3"/>
    <w:rsid w:val="00C1111C"/>
    <w:rsid w:val="00C140D0"/>
    <w:rsid w:val="00C14D8C"/>
    <w:rsid w:val="00C2090E"/>
    <w:rsid w:val="00C2298B"/>
    <w:rsid w:val="00C239BE"/>
    <w:rsid w:val="00C24556"/>
    <w:rsid w:val="00C25729"/>
    <w:rsid w:val="00C259D4"/>
    <w:rsid w:val="00C318BC"/>
    <w:rsid w:val="00C32754"/>
    <w:rsid w:val="00C3437B"/>
    <w:rsid w:val="00C34F17"/>
    <w:rsid w:val="00C37828"/>
    <w:rsid w:val="00C37AA8"/>
    <w:rsid w:val="00C41243"/>
    <w:rsid w:val="00C4161D"/>
    <w:rsid w:val="00C46541"/>
    <w:rsid w:val="00C46AB3"/>
    <w:rsid w:val="00C51E4F"/>
    <w:rsid w:val="00C545F7"/>
    <w:rsid w:val="00C551D1"/>
    <w:rsid w:val="00C55A2E"/>
    <w:rsid w:val="00C55E9A"/>
    <w:rsid w:val="00C56EC7"/>
    <w:rsid w:val="00C60055"/>
    <w:rsid w:val="00C628DB"/>
    <w:rsid w:val="00C62D25"/>
    <w:rsid w:val="00C640BD"/>
    <w:rsid w:val="00C7319B"/>
    <w:rsid w:val="00C8230F"/>
    <w:rsid w:val="00C84FD7"/>
    <w:rsid w:val="00C870E4"/>
    <w:rsid w:val="00C91F9D"/>
    <w:rsid w:val="00C94369"/>
    <w:rsid w:val="00C96614"/>
    <w:rsid w:val="00C9677B"/>
    <w:rsid w:val="00C97A3B"/>
    <w:rsid w:val="00CA1770"/>
    <w:rsid w:val="00CA3AE8"/>
    <w:rsid w:val="00CA5CF2"/>
    <w:rsid w:val="00CB00E1"/>
    <w:rsid w:val="00CB1210"/>
    <w:rsid w:val="00CB1F3C"/>
    <w:rsid w:val="00CB20B9"/>
    <w:rsid w:val="00CB43A6"/>
    <w:rsid w:val="00CC100B"/>
    <w:rsid w:val="00CC2F0B"/>
    <w:rsid w:val="00CC4244"/>
    <w:rsid w:val="00CC6A86"/>
    <w:rsid w:val="00CD21B0"/>
    <w:rsid w:val="00CD30E9"/>
    <w:rsid w:val="00CD486E"/>
    <w:rsid w:val="00CD4A72"/>
    <w:rsid w:val="00CD5EF7"/>
    <w:rsid w:val="00CD76D3"/>
    <w:rsid w:val="00CD7F05"/>
    <w:rsid w:val="00CE127E"/>
    <w:rsid w:val="00CE3129"/>
    <w:rsid w:val="00CF26C3"/>
    <w:rsid w:val="00CF3AE1"/>
    <w:rsid w:val="00CF4B33"/>
    <w:rsid w:val="00CF73BA"/>
    <w:rsid w:val="00D00D5F"/>
    <w:rsid w:val="00D034B0"/>
    <w:rsid w:val="00D04AE6"/>
    <w:rsid w:val="00D075DB"/>
    <w:rsid w:val="00D10E4D"/>
    <w:rsid w:val="00D1246B"/>
    <w:rsid w:val="00D1269B"/>
    <w:rsid w:val="00D126AD"/>
    <w:rsid w:val="00D1378E"/>
    <w:rsid w:val="00D14650"/>
    <w:rsid w:val="00D14DAB"/>
    <w:rsid w:val="00D155C4"/>
    <w:rsid w:val="00D16B60"/>
    <w:rsid w:val="00D206EF"/>
    <w:rsid w:val="00D20FE6"/>
    <w:rsid w:val="00D216C9"/>
    <w:rsid w:val="00D3353E"/>
    <w:rsid w:val="00D3402D"/>
    <w:rsid w:val="00D34F91"/>
    <w:rsid w:val="00D3555C"/>
    <w:rsid w:val="00D376C5"/>
    <w:rsid w:val="00D37BA2"/>
    <w:rsid w:val="00D40C3A"/>
    <w:rsid w:val="00D414E6"/>
    <w:rsid w:val="00D420A9"/>
    <w:rsid w:val="00D4248D"/>
    <w:rsid w:val="00D5008C"/>
    <w:rsid w:val="00D5650A"/>
    <w:rsid w:val="00D60F0D"/>
    <w:rsid w:val="00D624FB"/>
    <w:rsid w:val="00D6470E"/>
    <w:rsid w:val="00D6524C"/>
    <w:rsid w:val="00D65B78"/>
    <w:rsid w:val="00D669C8"/>
    <w:rsid w:val="00D723F3"/>
    <w:rsid w:val="00D73B2C"/>
    <w:rsid w:val="00D763D7"/>
    <w:rsid w:val="00D7722B"/>
    <w:rsid w:val="00D77EC0"/>
    <w:rsid w:val="00D83A18"/>
    <w:rsid w:val="00D83AB6"/>
    <w:rsid w:val="00D86072"/>
    <w:rsid w:val="00D862CA"/>
    <w:rsid w:val="00D86E41"/>
    <w:rsid w:val="00D92FAF"/>
    <w:rsid w:val="00D96900"/>
    <w:rsid w:val="00D97DB9"/>
    <w:rsid w:val="00DA0285"/>
    <w:rsid w:val="00DA4024"/>
    <w:rsid w:val="00DA40CF"/>
    <w:rsid w:val="00DA5940"/>
    <w:rsid w:val="00DB0B7F"/>
    <w:rsid w:val="00DB3E3C"/>
    <w:rsid w:val="00DB6E8C"/>
    <w:rsid w:val="00DC1585"/>
    <w:rsid w:val="00DC193B"/>
    <w:rsid w:val="00DC2864"/>
    <w:rsid w:val="00DC2B0A"/>
    <w:rsid w:val="00DC56E5"/>
    <w:rsid w:val="00DC5E6C"/>
    <w:rsid w:val="00DC74D5"/>
    <w:rsid w:val="00DD0D90"/>
    <w:rsid w:val="00DD1BBD"/>
    <w:rsid w:val="00DD1ECE"/>
    <w:rsid w:val="00DD465F"/>
    <w:rsid w:val="00DD65AC"/>
    <w:rsid w:val="00DD66A2"/>
    <w:rsid w:val="00DE1E96"/>
    <w:rsid w:val="00DE3534"/>
    <w:rsid w:val="00DE7445"/>
    <w:rsid w:val="00DE7FC2"/>
    <w:rsid w:val="00DF016C"/>
    <w:rsid w:val="00DF42D1"/>
    <w:rsid w:val="00DF4C07"/>
    <w:rsid w:val="00DF4DCE"/>
    <w:rsid w:val="00DF54F1"/>
    <w:rsid w:val="00DF70D3"/>
    <w:rsid w:val="00DF7B0F"/>
    <w:rsid w:val="00E02C05"/>
    <w:rsid w:val="00E02DD1"/>
    <w:rsid w:val="00E05449"/>
    <w:rsid w:val="00E0599B"/>
    <w:rsid w:val="00E067CE"/>
    <w:rsid w:val="00E1049F"/>
    <w:rsid w:val="00E11000"/>
    <w:rsid w:val="00E14173"/>
    <w:rsid w:val="00E14772"/>
    <w:rsid w:val="00E154E3"/>
    <w:rsid w:val="00E15A76"/>
    <w:rsid w:val="00E17BFF"/>
    <w:rsid w:val="00E21734"/>
    <w:rsid w:val="00E23608"/>
    <w:rsid w:val="00E238E8"/>
    <w:rsid w:val="00E25ECD"/>
    <w:rsid w:val="00E26599"/>
    <w:rsid w:val="00E36602"/>
    <w:rsid w:val="00E40BCD"/>
    <w:rsid w:val="00E435D8"/>
    <w:rsid w:val="00E44AAC"/>
    <w:rsid w:val="00E4539D"/>
    <w:rsid w:val="00E50C22"/>
    <w:rsid w:val="00E512AC"/>
    <w:rsid w:val="00E52239"/>
    <w:rsid w:val="00E52F2F"/>
    <w:rsid w:val="00E5323E"/>
    <w:rsid w:val="00E53244"/>
    <w:rsid w:val="00E54BCF"/>
    <w:rsid w:val="00E57D92"/>
    <w:rsid w:val="00E60072"/>
    <w:rsid w:val="00E61731"/>
    <w:rsid w:val="00E61760"/>
    <w:rsid w:val="00E62245"/>
    <w:rsid w:val="00E62BFA"/>
    <w:rsid w:val="00E65AD6"/>
    <w:rsid w:val="00E66B5A"/>
    <w:rsid w:val="00E66B69"/>
    <w:rsid w:val="00E67E85"/>
    <w:rsid w:val="00E70952"/>
    <w:rsid w:val="00E70BB6"/>
    <w:rsid w:val="00E73130"/>
    <w:rsid w:val="00E748BA"/>
    <w:rsid w:val="00E7640A"/>
    <w:rsid w:val="00E77618"/>
    <w:rsid w:val="00E80C34"/>
    <w:rsid w:val="00E81B7B"/>
    <w:rsid w:val="00E851FC"/>
    <w:rsid w:val="00E85C26"/>
    <w:rsid w:val="00E90107"/>
    <w:rsid w:val="00E933E7"/>
    <w:rsid w:val="00E94760"/>
    <w:rsid w:val="00E96156"/>
    <w:rsid w:val="00E97501"/>
    <w:rsid w:val="00EA0157"/>
    <w:rsid w:val="00EA405F"/>
    <w:rsid w:val="00EA4B9E"/>
    <w:rsid w:val="00EB0408"/>
    <w:rsid w:val="00EB0B38"/>
    <w:rsid w:val="00EB1151"/>
    <w:rsid w:val="00EB1270"/>
    <w:rsid w:val="00EB18D4"/>
    <w:rsid w:val="00EB2110"/>
    <w:rsid w:val="00EB56AE"/>
    <w:rsid w:val="00EB7A6A"/>
    <w:rsid w:val="00EC12DB"/>
    <w:rsid w:val="00EC1311"/>
    <w:rsid w:val="00EC1E40"/>
    <w:rsid w:val="00EC3D38"/>
    <w:rsid w:val="00EC6252"/>
    <w:rsid w:val="00EC7F17"/>
    <w:rsid w:val="00ED00DA"/>
    <w:rsid w:val="00ED0EFD"/>
    <w:rsid w:val="00ED3150"/>
    <w:rsid w:val="00ED4F2F"/>
    <w:rsid w:val="00ED50E7"/>
    <w:rsid w:val="00ED7FCC"/>
    <w:rsid w:val="00EE0A4E"/>
    <w:rsid w:val="00EE1340"/>
    <w:rsid w:val="00EE153A"/>
    <w:rsid w:val="00EE1B38"/>
    <w:rsid w:val="00EE2480"/>
    <w:rsid w:val="00EE3EF4"/>
    <w:rsid w:val="00EE4BCE"/>
    <w:rsid w:val="00EE5014"/>
    <w:rsid w:val="00EE581D"/>
    <w:rsid w:val="00EE5CDB"/>
    <w:rsid w:val="00EE6C68"/>
    <w:rsid w:val="00EE7021"/>
    <w:rsid w:val="00EE765B"/>
    <w:rsid w:val="00EE7BC3"/>
    <w:rsid w:val="00EF2821"/>
    <w:rsid w:val="00F00B4A"/>
    <w:rsid w:val="00F03137"/>
    <w:rsid w:val="00F03FC6"/>
    <w:rsid w:val="00F04D57"/>
    <w:rsid w:val="00F04FC1"/>
    <w:rsid w:val="00F06B12"/>
    <w:rsid w:val="00F10493"/>
    <w:rsid w:val="00F14B54"/>
    <w:rsid w:val="00F156E1"/>
    <w:rsid w:val="00F160C3"/>
    <w:rsid w:val="00F16395"/>
    <w:rsid w:val="00F16D4A"/>
    <w:rsid w:val="00F214DA"/>
    <w:rsid w:val="00F2365E"/>
    <w:rsid w:val="00F242F5"/>
    <w:rsid w:val="00F24AB5"/>
    <w:rsid w:val="00F27F46"/>
    <w:rsid w:val="00F35798"/>
    <w:rsid w:val="00F367D9"/>
    <w:rsid w:val="00F36B42"/>
    <w:rsid w:val="00F41B95"/>
    <w:rsid w:val="00F44525"/>
    <w:rsid w:val="00F47C94"/>
    <w:rsid w:val="00F50BB6"/>
    <w:rsid w:val="00F534FF"/>
    <w:rsid w:val="00F55A4A"/>
    <w:rsid w:val="00F57A34"/>
    <w:rsid w:val="00F57B8D"/>
    <w:rsid w:val="00F57F12"/>
    <w:rsid w:val="00F60033"/>
    <w:rsid w:val="00F60D42"/>
    <w:rsid w:val="00F6160D"/>
    <w:rsid w:val="00F61FB5"/>
    <w:rsid w:val="00F62983"/>
    <w:rsid w:val="00F62B75"/>
    <w:rsid w:val="00F62DEC"/>
    <w:rsid w:val="00F6456D"/>
    <w:rsid w:val="00F66243"/>
    <w:rsid w:val="00F66390"/>
    <w:rsid w:val="00F66EA1"/>
    <w:rsid w:val="00F67111"/>
    <w:rsid w:val="00F677A3"/>
    <w:rsid w:val="00F709CF"/>
    <w:rsid w:val="00F70C79"/>
    <w:rsid w:val="00F722D0"/>
    <w:rsid w:val="00F724EE"/>
    <w:rsid w:val="00F72DE8"/>
    <w:rsid w:val="00F732CB"/>
    <w:rsid w:val="00F75591"/>
    <w:rsid w:val="00F7789B"/>
    <w:rsid w:val="00F80B02"/>
    <w:rsid w:val="00F80B4F"/>
    <w:rsid w:val="00F9088A"/>
    <w:rsid w:val="00F933C1"/>
    <w:rsid w:val="00F956D2"/>
    <w:rsid w:val="00F960DF"/>
    <w:rsid w:val="00F96E07"/>
    <w:rsid w:val="00F96F60"/>
    <w:rsid w:val="00FA0CAC"/>
    <w:rsid w:val="00FA354C"/>
    <w:rsid w:val="00FA4649"/>
    <w:rsid w:val="00FA46E5"/>
    <w:rsid w:val="00FA4A73"/>
    <w:rsid w:val="00FA62B2"/>
    <w:rsid w:val="00FB3AC4"/>
    <w:rsid w:val="00FB3B86"/>
    <w:rsid w:val="00FB5E52"/>
    <w:rsid w:val="00FB6548"/>
    <w:rsid w:val="00FB7E15"/>
    <w:rsid w:val="00FC195E"/>
    <w:rsid w:val="00FC268C"/>
    <w:rsid w:val="00FC4676"/>
    <w:rsid w:val="00FC4BDC"/>
    <w:rsid w:val="00FC5718"/>
    <w:rsid w:val="00FC679F"/>
    <w:rsid w:val="00FD09D5"/>
    <w:rsid w:val="00FD1F4C"/>
    <w:rsid w:val="00FD20CC"/>
    <w:rsid w:val="00FD50DD"/>
    <w:rsid w:val="00FD621E"/>
    <w:rsid w:val="00FD6E2F"/>
    <w:rsid w:val="00FD7AF6"/>
    <w:rsid w:val="00FE1A04"/>
    <w:rsid w:val="00FE4E02"/>
    <w:rsid w:val="00FE7516"/>
    <w:rsid w:val="00FE7CA5"/>
    <w:rsid w:val="00FF0657"/>
    <w:rsid w:val="00FF1E94"/>
    <w:rsid w:val="00FF1ED9"/>
    <w:rsid w:val="00FF2F14"/>
    <w:rsid w:val="00FF531D"/>
    <w:rsid w:val="00FF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86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9615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96156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E96156"/>
    <w:pPr>
      <w:ind w:left="720"/>
    </w:pPr>
  </w:style>
  <w:style w:type="paragraph" w:customStyle="1" w:styleId="1">
    <w:name w:val="Знак1"/>
    <w:basedOn w:val="Normal"/>
    <w:uiPriority w:val="99"/>
    <w:rsid w:val="00DD66A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A76346"/>
    <w:pPr>
      <w:widowControl w:val="0"/>
      <w:suppressAutoHyphens/>
      <w:autoSpaceDE w:val="0"/>
      <w:ind w:firstLine="720"/>
    </w:pPr>
    <w:rPr>
      <w:rFonts w:ascii="Times New Roman" w:hAnsi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881D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DC4"/>
    <w:rPr>
      <w:rFonts w:ascii="Tahoma" w:hAnsi="Tahoma" w:cs="Tahoma"/>
      <w:sz w:val="16"/>
      <w:szCs w:val="16"/>
      <w:lang w:eastAsia="ru-RU"/>
    </w:rPr>
  </w:style>
  <w:style w:type="paragraph" w:customStyle="1" w:styleId="s16">
    <w:name w:val="s_16"/>
    <w:basedOn w:val="Normal"/>
    <w:uiPriority w:val="99"/>
    <w:rsid w:val="003243E7"/>
    <w:pPr>
      <w:spacing w:before="100" w:beforeAutospacing="1" w:after="100" w:afterAutospacing="1"/>
    </w:pPr>
  </w:style>
  <w:style w:type="paragraph" w:customStyle="1" w:styleId="s1">
    <w:name w:val="s_1"/>
    <w:basedOn w:val="Normal"/>
    <w:uiPriority w:val="99"/>
    <w:rsid w:val="00615DA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2552</TotalTime>
  <Pages>10</Pages>
  <Words>1904</Words>
  <Characters>10855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ДНГС</dc:creator>
  <cp:keywords/>
  <dc:description/>
  <cp:lastModifiedBy>user</cp:lastModifiedBy>
  <cp:revision>355</cp:revision>
  <cp:lastPrinted>2018-09-25T05:19:00Z</cp:lastPrinted>
  <dcterms:created xsi:type="dcterms:W3CDTF">2013-09-05T02:42:00Z</dcterms:created>
  <dcterms:modified xsi:type="dcterms:W3CDTF">2003-12-31T18:44:00Z</dcterms:modified>
</cp:coreProperties>
</file>